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:rsidR="00A56A3F" w:rsidRDefault="00A56A3F" w:rsidP="0006035A">
      <w:pPr>
        <w:pStyle w:val="Zkladntext-sted"/>
      </w:pPr>
    </w:p>
    <w:p w:rsidR="009910E5" w:rsidRDefault="009910E5" w:rsidP="0006035A">
      <w:pPr>
        <w:pStyle w:val="Zkladntext-sted"/>
      </w:pPr>
      <w:r w:rsidRPr="00E816B3">
        <w:t xml:space="preserve">dle § </w:t>
      </w:r>
      <w:smartTag w:uri="urn:schemas-microsoft-com:office:smarttags" w:element="metricconverter">
        <w:smartTagPr>
          <w:attr w:name="ProductID" w:val="2586 a"/>
        </w:smartTagPr>
        <w:r w:rsidRPr="00E816B3">
          <w:t>2586 a</w:t>
        </w:r>
      </w:smartTag>
      <w:r w:rsidRPr="00E816B3">
        <w:t xml:space="preserve"> násl. zákona č. 89/2012 Sb., občanský zákoník ve znění pozdějších předpisů</w:t>
      </w:r>
    </w:p>
    <w:p w:rsidR="009910E5" w:rsidRDefault="009910E5" w:rsidP="0006035A">
      <w:pPr>
        <w:pStyle w:val="Zkladntextodsazen2"/>
      </w:pPr>
    </w:p>
    <w:p w:rsidR="00A56A3F" w:rsidRDefault="00A56A3F" w:rsidP="0006035A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bookmarkStart w:id="1" w:name="_GoBack"/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bookmarkEnd w:id="1"/>
      <w:r w:rsidR="000059E1">
        <w:fldChar w:fldCharType="end"/>
      </w:r>
      <w:bookmarkEnd w:id="0"/>
      <w:r>
        <w:tab/>
      </w:r>
    </w:p>
    <w:p w:rsidR="00A56A3F" w:rsidRDefault="00A56A3F" w:rsidP="0006035A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2"/>
    </w:p>
    <w:p w:rsidR="00A56A3F" w:rsidRDefault="00A56A3F" w:rsidP="0006035A">
      <w:pPr>
        <w:pStyle w:val="Nadpis1"/>
      </w:pPr>
      <w:r>
        <w:t>Smluvní strany</w:t>
      </w:r>
    </w:p>
    <w:p w:rsidR="00AF4B0B" w:rsidRPr="005763F3" w:rsidRDefault="00AF4B0B" w:rsidP="0006035A">
      <w:pPr>
        <w:pStyle w:val="Nadpis2"/>
      </w:pPr>
      <w:r w:rsidRPr="005763F3">
        <w:t>Objednatel:</w:t>
      </w:r>
    </w:p>
    <w:p w:rsidR="00AF4B0B" w:rsidRDefault="00AF4B0B" w:rsidP="0006035A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:rsidR="00AF4B0B" w:rsidRDefault="00AF4B0B" w:rsidP="0006035A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:rsidR="00AF4B0B" w:rsidRDefault="00AF4B0B" w:rsidP="0006035A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:rsidR="00AF4B0B" w:rsidRDefault="00AF4B0B" w:rsidP="0006035A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:rsidR="00AF4B0B" w:rsidRDefault="00AF4B0B" w:rsidP="0006035A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9706B3">
        <w:rPr>
          <w:lang w:val="cs-CZ"/>
        </w:rPr>
        <w:t>o</w:t>
      </w:r>
      <w:r>
        <w:t>ddělení investic</w:t>
      </w:r>
      <w:r w:rsidR="00C97439">
        <w:t>,</w:t>
      </w:r>
      <w:r>
        <w:t xml:space="preserve"> </w:t>
      </w:r>
    </w:p>
    <w:p w:rsidR="00AF4B0B" w:rsidRPr="00795D78" w:rsidRDefault="00AF4B0B" w:rsidP="0006035A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>
        <w:tab/>
        <w:t>Ing. Robert</w:t>
      </w:r>
      <w:r w:rsidR="00453502">
        <w:t xml:space="preserve"> Vráblík, </w:t>
      </w:r>
      <w:r w:rsidR="00795D78">
        <w:rPr>
          <w:lang w:val="cs-CZ"/>
        </w:rPr>
        <w:t>Ing. Dagmar Braunerová</w:t>
      </w:r>
    </w:p>
    <w:p w:rsidR="00AF4B0B" w:rsidRDefault="00AF4B0B" w:rsidP="0006035A">
      <w:pPr>
        <w:pStyle w:val="Zkladntextodsazen2"/>
      </w:pPr>
      <w:r>
        <w:t xml:space="preserve">  </w:t>
      </w:r>
    </w:p>
    <w:p w:rsidR="00AF4B0B" w:rsidRDefault="00AF4B0B" w:rsidP="0006035A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AF4B0B" w:rsidRDefault="00AF4B0B" w:rsidP="0006035A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:rsidR="00AF4B0B" w:rsidRDefault="00AF4B0B" w:rsidP="0006035A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:rsidR="00AF4B0B" w:rsidRDefault="00AF4B0B" w:rsidP="0006035A">
      <w:pPr>
        <w:pStyle w:val="Zkladntextodsazen2"/>
      </w:pPr>
    </w:p>
    <w:p w:rsidR="00AF4B0B" w:rsidRPr="005763F3" w:rsidRDefault="00AF4B0B" w:rsidP="0006035A">
      <w:pPr>
        <w:pStyle w:val="Nadpis2"/>
      </w:pPr>
      <w:r w:rsidRPr="005763F3">
        <w:t>Zhotovitel:</w:t>
      </w:r>
    </w:p>
    <w:p w:rsidR="00AF4B0B" w:rsidRDefault="00AF4B0B" w:rsidP="0006035A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4"/>
    </w:p>
    <w:p w:rsidR="00AF4B0B" w:rsidRDefault="00AF4B0B" w:rsidP="0006035A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5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:rsidR="00AF4B0B" w:rsidRDefault="00AF4B0B" w:rsidP="0006035A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</w:p>
    <w:p w:rsidR="00AF4B0B" w:rsidRDefault="000A4AA0" w:rsidP="0006035A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7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7"/>
      <w:r w:rsidR="008108D7">
        <w:tab/>
      </w:r>
      <w:r w:rsidR="008108D7">
        <w:tab/>
      </w:r>
      <w:r w:rsidR="008108D7">
        <w:tab/>
      </w:r>
    </w:p>
    <w:p w:rsidR="00D14E79" w:rsidRPr="00E011C5" w:rsidRDefault="00AF4B0B" w:rsidP="0006035A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8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8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9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9"/>
      <w:r>
        <w:tab/>
        <w:t xml:space="preserve"> </w:t>
      </w:r>
    </w:p>
    <w:p w:rsidR="00D14E79" w:rsidRDefault="00AF4B0B" w:rsidP="0006035A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0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0"/>
      <w:r>
        <w:tab/>
      </w:r>
    </w:p>
    <w:p w:rsidR="00E011C5" w:rsidRDefault="003103DE" w:rsidP="0006035A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1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:rsidR="00D14E79" w:rsidRDefault="00D14E79" w:rsidP="0006035A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2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:rsidR="00AF4B0B" w:rsidRDefault="00AF4B0B" w:rsidP="0006035A">
      <w:pPr>
        <w:pStyle w:val="Zkladntextodsazen2"/>
      </w:pPr>
      <w:r>
        <w:tab/>
      </w:r>
    </w:p>
    <w:p w:rsidR="00AF4B0B" w:rsidRDefault="00AF4B0B" w:rsidP="0006035A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3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3"/>
    </w:p>
    <w:p w:rsidR="00E011C5" w:rsidRPr="00E011C5" w:rsidRDefault="00AF4B0B" w:rsidP="0006035A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4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4"/>
    </w:p>
    <w:p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:rsidR="00AF4B0B" w:rsidRDefault="00AF4B0B" w:rsidP="0006035A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6"/>
    </w:p>
    <w:p w:rsidR="00BD1AC5" w:rsidRDefault="00BD1AC5" w:rsidP="0006035A">
      <w:pPr>
        <w:pStyle w:val="Zkladntextodsazen2"/>
      </w:pPr>
    </w:p>
    <w:p w:rsidR="00BD1AC5" w:rsidRDefault="00BD1AC5" w:rsidP="0006035A">
      <w:pPr>
        <w:pStyle w:val="Zkladntextodsazen2"/>
      </w:pPr>
    </w:p>
    <w:p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:rsidR="002F2592" w:rsidRDefault="002F2592" w:rsidP="002F2592">
      <w:pPr>
        <w:pStyle w:val="Zkladntextodsazen2"/>
      </w:pPr>
    </w:p>
    <w:p w:rsidR="002F2592" w:rsidRPr="004B4568" w:rsidRDefault="002F2592" w:rsidP="002F2592">
      <w:pPr>
        <w:pStyle w:val="Zkladntextodsazen2"/>
        <w:rPr>
          <w:b/>
        </w:rPr>
      </w:pPr>
      <w:r w:rsidRPr="00B643D3">
        <w:t>Název veřejné zakázky:</w:t>
      </w:r>
      <w:r w:rsidRPr="00B643D3">
        <w:tab/>
      </w:r>
      <w:r w:rsidRPr="004B4568">
        <w:rPr>
          <w:b/>
        </w:rPr>
        <w:t xml:space="preserve">DŮM KULTURY – </w:t>
      </w:r>
      <w:r>
        <w:rPr>
          <w:b/>
        </w:rPr>
        <w:t>ZATEPLENÍ</w:t>
      </w:r>
      <w:r w:rsidRPr="004B4568">
        <w:rPr>
          <w:b/>
        </w:rPr>
        <w:t xml:space="preserve"> STŘECHY</w:t>
      </w:r>
      <w:r>
        <w:rPr>
          <w:b/>
        </w:rPr>
        <w:t xml:space="preserve"> – části E1, E2, F</w:t>
      </w:r>
    </w:p>
    <w:p w:rsidR="002F2592" w:rsidRPr="00B643D3" w:rsidRDefault="002F2592" w:rsidP="002F2592">
      <w:pPr>
        <w:pStyle w:val="Zkladntextodsazen2"/>
      </w:pPr>
    </w:p>
    <w:p w:rsidR="002F2592" w:rsidRPr="00B643D3" w:rsidRDefault="002F2592" w:rsidP="002F2592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:rsidR="002F2592" w:rsidRPr="002F2592" w:rsidRDefault="002F2592" w:rsidP="002F2592">
      <w:pPr>
        <w:pStyle w:val="Zkladntextodsazen2"/>
        <w:rPr>
          <w:lang w:val="cs-CZ"/>
        </w:rPr>
      </w:pPr>
      <w:r w:rsidRPr="00B643D3">
        <w:t>Místo stavby:</w:t>
      </w:r>
      <w:r w:rsidRPr="00B643D3">
        <w:tab/>
      </w:r>
      <w:r>
        <w:rPr>
          <w:lang w:val="cs-CZ"/>
        </w:rPr>
        <w:tab/>
        <w:t>Mariánské nám. č.p. 2187</w:t>
      </w:r>
    </w:p>
    <w:p w:rsidR="002F2592" w:rsidRPr="00B643D3" w:rsidRDefault="002F2592" w:rsidP="002F2592">
      <w:pPr>
        <w:pStyle w:val="Zkladntextodsazen2"/>
      </w:pPr>
    </w:p>
    <w:p w:rsidR="002F2592" w:rsidRPr="002F2592" w:rsidRDefault="002F2592" w:rsidP="002F2592">
      <w:pPr>
        <w:pStyle w:val="Zkladntextodsazen2"/>
        <w:rPr>
          <w:lang w:val="cs-CZ"/>
        </w:rPr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  <w:t xml:space="preserve">DEKPROJEKT, s.r.o., </w:t>
      </w:r>
      <w:r>
        <w:t xml:space="preserve">IČ </w:t>
      </w:r>
      <w:r>
        <w:rPr>
          <w:lang w:val="cs-CZ"/>
        </w:rPr>
        <w:t>27652411</w:t>
      </w:r>
    </w:p>
    <w:p w:rsidR="002F2592" w:rsidRPr="00B643D3" w:rsidRDefault="002F2592" w:rsidP="002F2592">
      <w:pPr>
        <w:pStyle w:val="Zkladntextodsazen2"/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Tiskařská 257/10, 108 00 Praha 10 - Malešice</w:t>
      </w:r>
      <w:r>
        <w:t xml:space="preserve"> </w:t>
      </w:r>
    </w:p>
    <w:p w:rsidR="002F2592" w:rsidRPr="00B643D3" w:rsidRDefault="002F2592" w:rsidP="002F2592">
      <w:pPr>
        <w:pStyle w:val="Zkladntextodsazen2"/>
      </w:pPr>
      <w:r w:rsidRPr="00B643D3">
        <w:tab/>
      </w:r>
      <w:r>
        <w:rPr>
          <w:lang w:val="cs-CZ"/>
        </w:rPr>
        <w:tab/>
      </w:r>
      <w:r>
        <w:rPr>
          <w:lang w:val="cs-CZ"/>
        </w:rPr>
        <w:tab/>
      </w:r>
    </w:p>
    <w:p w:rsidR="002F2592" w:rsidRPr="00B643D3" w:rsidRDefault="002F2592" w:rsidP="002F2592">
      <w:pPr>
        <w:pStyle w:val="Zkladntextodsazen2"/>
      </w:pPr>
      <w:r w:rsidRPr="00B643D3">
        <w:t>Autorský dozor:</w:t>
      </w:r>
      <w:r w:rsidRPr="00B643D3">
        <w:tab/>
        <w:t xml:space="preserve">bude doplněno před podpisem smlouvy 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</w:p>
    <w:p w:rsidR="002F2592" w:rsidRPr="00B643D3" w:rsidRDefault="002F2592" w:rsidP="002F2592">
      <w:pPr>
        <w:pStyle w:val="Zkladntextodsazen2"/>
      </w:pPr>
    </w:p>
    <w:p w:rsidR="002F2592" w:rsidRPr="00B643D3" w:rsidRDefault="002F2592" w:rsidP="002F2592">
      <w:pPr>
        <w:pStyle w:val="Zkladntextodsazen2"/>
      </w:pPr>
      <w:r w:rsidRPr="00B643D3">
        <w:t xml:space="preserve">Technický dozor objednatele: </w:t>
      </w:r>
      <w:r w:rsidRPr="00B643D3">
        <w:tab/>
        <w:t>bude doplněno před podpisem smlouvy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  <w:r w:rsidRPr="00B643D3">
        <w:tab/>
      </w:r>
    </w:p>
    <w:p w:rsidR="002F2592" w:rsidRPr="00B643D3" w:rsidRDefault="002F2592" w:rsidP="002F2592">
      <w:pPr>
        <w:pStyle w:val="Zkladntextodsazen2"/>
      </w:pPr>
      <w:r w:rsidRPr="00B643D3">
        <w:t>Koordinátor BOZP objednatele:</w:t>
      </w:r>
      <w:r w:rsidRPr="00B643D3">
        <w:tab/>
        <w:t xml:space="preserve">bude doplněno před podpisem smlouvy 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  <w:r w:rsidRPr="00B643D3">
        <w:tab/>
      </w:r>
    </w:p>
    <w:p w:rsidR="00BD1AC5" w:rsidRDefault="00BD1AC5" w:rsidP="0006035A">
      <w:pPr>
        <w:pStyle w:val="Zkladntextodsazen2"/>
      </w:pPr>
    </w:p>
    <w:p w:rsidR="00A56A3F" w:rsidRDefault="00A56A3F" w:rsidP="0006035A">
      <w:pPr>
        <w:pStyle w:val="Zkladntextodsazen2"/>
      </w:pPr>
    </w:p>
    <w:p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:rsidR="00AF4B0B" w:rsidRPr="005763F3" w:rsidRDefault="00AF4B0B" w:rsidP="0006035A">
      <w:pPr>
        <w:pStyle w:val="Nadpis2"/>
      </w:pPr>
      <w:r w:rsidRPr="005763F3">
        <w:t>Výchozí podklady</w:t>
      </w:r>
    </w:p>
    <w:p w:rsidR="00A56A3F" w:rsidRPr="00A56A3F" w:rsidRDefault="00A56A3F" w:rsidP="0006035A">
      <w:pPr>
        <w:pStyle w:val="Zkladntext"/>
      </w:pPr>
      <w:bookmarkStart w:id="17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8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práce.</w:t>
      </w:r>
    </w:p>
    <w:p w:rsidR="00AF4B0B" w:rsidRPr="005763F3" w:rsidRDefault="00AF4B0B" w:rsidP="0006035A">
      <w:pPr>
        <w:pStyle w:val="Nadpis2"/>
      </w:pPr>
      <w:r w:rsidRPr="005763F3">
        <w:t>Účel smlouvy</w:t>
      </w:r>
      <w:bookmarkEnd w:id="17"/>
    </w:p>
    <w:p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:rsidR="00A56A3F" w:rsidRPr="009706B3" w:rsidRDefault="00A56A3F" w:rsidP="0006035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:rsidR="00AF4B0B" w:rsidRDefault="00AF4B0B" w:rsidP="0006035A">
      <w:pPr>
        <w:pStyle w:val="Nadpis1"/>
      </w:pPr>
      <w:bookmarkStart w:id="19" w:name="_Ref283560940"/>
      <w:r>
        <w:t>Předmět smlouvy</w:t>
      </w:r>
      <w:bookmarkEnd w:id="19"/>
    </w:p>
    <w:p w:rsidR="00AF4B0B" w:rsidRPr="005763F3" w:rsidRDefault="00AF4B0B" w:rsidP="0006035A">
      <w:pPr>
        <w:pStyle w:val="Nadpis2"/>
      </w:pPr>
      <w:bookmarkStart w:id="20" w:name="_Ref283560770"/>
      <w:r w:rsidRPr="005763F3">
        <w:t>Popis předmětu smlouvy</w:t>
      </w:r>
      <w:bookmarkEnd w:id="20"/>
    </w:p>
    <w:p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:rsidR="006F54B2" w:rsidRDefault="006F54B2" w:rsidP="0006035A">
      <w:pPr>
        <w:pStyle w:val="Nadpis7"/>
      </w:pPr>
    </w:p>
    <w:p w:rsidR="00BD1AC5" w:rsidRPr="00795D78" w:rsidRDefault="00AF4B0B" w:rsidP="0006035A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:rsidR="002C7B6B" w:rsidRPr="002C7B6B" w:rsidRDefault="002C7B6B" w:rsidP="0006035A"/>
    <w:p w:rsidR="00795D78" w:rsidRPr="004B4568" w:rsidRDefault="000036A6" w:rsidP="0006035A">
      <w:pPr>
        <w:pStyle w:val="Textdopisu"/>
        <w:rPr>
          <w:b/>
        </w:rPr>
      </w:pPr>
      <w:r w:rsidRPr="004B4568">
        <w:rPr>
          <w:b/>
        </w:rPr>
        <w:t xml:space="preserve">DŮM KULTURY – </w:t>
      </w:r>
      <w:r w:rsidR="007E40A8">
        <w:rPr>
          <w:b/>
        </w:rPr>
        <w:t>ZATEPLENÍ</w:t>
      </w:r>
      <w:r w:rsidR="001B63AB" w:rsidRPr="004B4568">
        <w:rPr>
          <w:b/>
        </w:rPr>
        <w:t xml:space="preserve"> STŘECHY</w:t>
      </w:r>
      <w:r w:rsidR="00E85020">
        <w:rPr>
          <w:b/>
        </w:rPr>
        <w:t xml:space="preserve"> – </w:t>
      </w:r>
      <w:r w:rsidR="007E40A8">
        <w:rPr>
          <w:b/>
        </w:rPr>
        <w:t>části E1, E2, F</w:t>
      </w:r>
    </w:p>
    <w:p w:rsidR="00795D78" w:rsidRDefault="00795D78" w:rsidP="0006035A">
      <w:pPr>
        <w:pStyle w:val="Textdopisu"/>
      </w:pPr>
    </w:p>
    <w:p w:rsidR="00AF4B0B" w:rsidRDefault="00DD1250" w:rsidP="0006035A">
      <w:r>
        <w:t>(d</w:t>
      </w:r>
      <w:r w:rsidR="00AF4B0B">
        <w:t>ále jen „stavba“</w:t>
      </w:r>
      <w:r>
        <w:t>).</w:t>
      </w:r>
    </w:p>
    <w:p w:rsidR="00742458" w:rsidRDefault="00742458" w:rsidP="0006035A">
      <w:pPr>
        <w:pStyle w:val="Zkladntext"/>
      </w:pPr>
    </w:p>
    <w:p w:rsidR="00D06D74" w:rsidRDefault="00D06D74" w:rsidP="0006035A">
      <w:pPr>
        <w:pStyle w:val="Zkladntext"/>
      </w:pPr>
      <w:r>
        <w:t>Provedeny budou</w:t>
      </w:r>
      <w:r w:rsidR="00013FE9">
        <w:t xml:space="preserve"> </w:t>
      </w:r>
      <w:r w:rsidR="003F6433">
        <w:t xml:space="preserve">stavební </w:t>
      </w:r>
      <w:r w:rsidR="00FB207F">
        <w:t>ú</w:t>
      </w:r>
      <w:r>
        <w:t>pravy</w:t>
      </w:r>
      <w:r w:rsidR="00FB207F">
        <w:t xml:space="preserve"> </w:t>
      </w:r>
      <w:r w:rsidR="00C530C8">
        <w:t xml:space="preserve">ploché střechy – částí </w:t>
      </w:r>
      <w:r w:rsidR="007E40A8">
        <w:t>E1, E2, F</w:t>
      </w:r>
      <w:r w:rsidR="00FB207F">
        <w:t>. Stavební úpravy zahrnují</w:t>
      </w:r>
      <w:r w:rsidR="00C530C8">
        <w:t xml:space="preserve"> zateplení plochých střech a proveden</w:t>
      </w:r>
      <w:r w:rsidR="00555F7B">
        <w:t>í nové povlakové střešní fóliové krytiny</w:t>
      </w:r>
      <w:r w:rsidR="00FB207F">
        <w:t xml:space="preserve">. </w:t>
      </w:r>
      <w:r w:rsidR="00D70189">
        <w:t>Hromosvod bude demontován a po provedení navržených stavebních úprav bude proveden ve stávajícím rozsahu dle výkresu hromosvodu z r. 1978 a bude zkontrolován revizním technikem</w:t>
      </w:r>
      <w:r w:rsidR="00FB207F">
        <w:t xml:space="preserve">. </w:t>
      </w:r>
    </w:p>
    <w:p w:rsidR="0053581C" w:rsidRDefault="00F54B07" w:rsidP="0006035A">
      <w:pPr>
        <w:pStyle w:val="Zkladntext"/>
      </w:pPr>
      <w:r w:rsidRPr="00D06D74">
        <w:t xml:space="preserve">Součástí stavebních prací </w:t>
      </w:r>
      <w:r w:rsidR="00013FE9" w:rsidRPr="00D06D74">
        <w:t xml:space="preserve">jsou </w:t>
      </w:r>
      <w:r w:rsidR="00D70189">
        <w:t>odstranění veškerých nepotřebných konstrukcí, demontáže klempí</w:t>
      </w:r>
      <w:r w:rsidR="00555F7B">
        <w:t>ř</w:t>
      </w:r>
      <w:r w:rsidR="00D70189">
        <w:t>ských konstrukcí</w:t>
      </w:r>
      <w:r w:rsidR="00555F7B">
        <w:t>, příprava podkladu – stávajících asfaltových pásů</w:t>
      </w:r>
      <w:r w:rsidR="00AA0C5B">
        <w:t xml:space="preserve"> (parotěsnící vrstvy), provedení spádové vrstvy z polystyrenových dílců, konstrukce pro zvedání atik z vodovzdorné překližky, oplechování atik a lemování střech, </w:t>
      </w:r>
      <w:r w:rsidR="00FB78D7">
        <w:t>provedení stávajících prostupů novou skladbou střechy novými průchodkami</w:t>
      </w:r>
      <w:r w:rsidR="00AA0C5B">
        <w:t>, podrobněji viz projektová dokumentace</w:t>
      </w:r>
      <w:r w:rsidR="00013FE9" w:rsidRPr="00D06D74">
        <w:t xml:space="preserve">.  </w:t>
      </w:r>
    </w:p>
    <w:p w:rsidR="00F54B07" w:rsidRDefault="00AA0C5B" w:rsidP="0006035A">
      <w:pPr>
        <w:pStyle w:val="Zkladntext"/>
      </w:pPr>
      <w:r>
        <w:t>Předmětem smlouvy</w:t>
      </w:r>
      <w:r w:rsidR="00CB68A6">
        <w:t xml:space="preserve"> </w:t>
      </w:r>
      <w:r w:rsidR="00CB68A6" w:rsidRPr="00CB68A6">
        <w:t>ne</w:t>
      </w:r>
      <w:r w:rsidR="00D70189">
        <w:t xml:space="preserve">jsou opravy střechy částí </w:t>
      </w:r>
      <w:r w:rsidR="007E40A8">
        <w:t>A-D, ty jsou již zrekonstruovány</w:t>
      </w:r>
    </w:p>
    <w:p w:rsidR="0053581C" w:rsidRDefault="0053581C" w:rsidP="0006035A">
      <w:r>
        <w:t>Technické podmínky jsou stanoveny v projektové dokumentaci</w:t>
      </w:r>
      <w:r w:rsidR="00D22C69">
        <w:t xml:space="preserve"> „</w:t>
      </w:r>
      <w:r w:rsidR="001B63AB">
        <w:t>Oprava střechy Domu kultury Uherský Brod</w:t>
      </w:r>
      <w:r w:rsidR="00E11C2F">
        <w:t>“</w:t>
      </w:r>
      <w:r>
        <w:t xml:space="preserve"> zpracované projekční kanceláří </w:t>
      </w:r>
      <w:r w:rsidR="001B63AB">
        <w:rPr>
          <w:rFonts w:cs="Arial"/>
          <w:bCs/>
        </w:rPr>
        <w:t>D</w:t>
      </w:r>
      <w:r w:rsidR="00C530C8">
        <w:rPr>
          <w:rFonts w:cs="Arial"/>
          <w:bCs/>
        </w:rPr>
        <w:t>EK</w:t>
      </w:r>
      <w:r w:rsidR="001B63AB">
        <w:rPr>
          <w:rFonts w:cs="Arial"/>
          <w:bCs/>
        </w:rPr>
        <w:t>PROJEKT</w:t>
      </w:r>
      <w:r w:rsidR="00D22C69" w:rsidRPr="00E76B79">
        <w:rPr>
          <w:rFonts w:cs="Arial"/>
          <w:bCs/>
        </w:rPr>
        <w:t>, s. r. o.</w:t>
      </w:r>
      <w:r w:rsidR="00D22C69">
        <w:rPr>
          <w:rFonts w:cs="Arial"/>
          <w:bCs/>
        </w:rPr>
        <w:t>,</w:t>
      </w:r>
      <w:r w:rsidR="00D22C69" w:rsidRPr="00153B26">
        <w:rPr>
          <w:rFonts w:cs="Arial"/>
          <w:bCs/>
        </w:rPr>
        <w:t xml:space="preserve"> se sídlem </w:t>
      </w:r>
      <w:r w:rsidR="00C530C8">
        <w:rPr>
          <w:rFonts w:cs="Arial"/>
          <w:bCs/>
        </w:rPr>
        <w:t>Tiskařská 10/257</w:t>
      </w:r>
      <w:r w:rsidR="00D22C69">
        <w:rPr>
          <w:rFonts w:cs="Arial"/>
          <w:bCs/>
        </w:rPr>
        <w:t xml:space="preserve">, </w:t>
      </w:r>
      <w:r w:rsidR="00C530C8">
        <w:rPr>
          <w:rFonts w:cs="Arial"/>
          <w:bCs/>
        </w:rPr>
        <w:t>108 00 Praha 10 - Malešice</w:t>
      </w:r>
      <w:r w:rsidR="00D22C69">
        <w:rPr>
          <w:rFonts w:cs="Arial"/>
          <w:bCs/>
        </w:rPr>
        <w:t>,</w:t>
      </w:r>
      <w:r w:rsidR="00D22C69">
        <w:t xml:space="preserve"> </w:t>
      </w:r>
      <w:r w:rsidR="00D22C69" w:rsidRPr="00153B26">
        <w:rPr>
          <w:rFonts w:cs="Arial"/>
          <w:bCs/>
        </w:rPr>
        <w:t>v</w:t>
      </w:r>
      <w:r w:rsidR="00D22C69">
        <w:rPr>
          <w:rFonts w:cs="Arial"/>
          <w:bCs/>
        </w:rPr>
        <w:t> </w:t>
      </w:r>
      <w:r w:rsidR="00C530C8">
        <w:rPr>
          <w:rFonts w:cs="Arial"/>
          <w:bCs/>
        </w:rPr>
        <w:t>červnu</w:t>
      </w:r>
      <w:r w:rsidR="00D22C69" w:rsidRPr="00153B26">
        <w:rPr>
          <w:rFonts w:cs="Arial"/>
          <w:bCs/>
        </w:rPr>
        <w:t xml:space="preserve"> 201</w:t>
      </w:r>
      <w:r w:rsidR="00D22C69">
        <w:rPr>
          <w:rFonts w:cs="Arial"/>
          <w:bCs/>
        </w:rPr>
        <w:t>7</w:t>
      </w:r>
      <w:r w:rsidR="007E40A8">
        <w:rPr>
          <w:rFonts w:cs="Arial"/>
          <w:bCs/>
        </w:rPr>
        <w:t>, aktualizované v březnu 2019</w:t>
      </w:r>
      <w:r w:rsidR="00D22C69">
        <w:t xml:space="preserve"> (dále jen „PD“), </w:t>
      </w:r>
      <w:r w:rsidR="0088608E">
        <w:t>která</w:t>
      </w:r>
      <w:r>
        <w:t xml:space="preserve"> </w:t>
      </w:r>
      <w:r w:rsidR="0088608E">
        <w:t>je</w:t>
      </w:r>
      <w:r>
        <w:t xml:space="preserve"> nedílnou součástí zadávací dokumentace.</w:t>
      </w:r>
    </w:p>
    <w:p w:rsidR="00CB68A6" w:rsidRDefault="00CB68A6" w:rsidP="0006035A">
      <w:pPr>
        <w:pStyle w:val="Zkladntext"/>
      </w:pPr>
    </w:p>
    <w:p w:rsidR="00AF4B0B" w:rsidRDefault="00AF4B0B" w:rsidP="0006035A">
      <w:pPr>
        <w:pStyle w:val="Zkladntext"/>
      </w:pPr>
      <w:r>
        <w:lastRenderedPageBreak/>
        <w:t xml:space="preserve">Zhotovením stavby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 stavby.</w:t>
      </w:r>
    </w:p>
    <w:p w:rsidR="00B0405E" w:rsidRDefault="00B0405E" w:rsidP="0006035A">
      <w:pPr>
        <w:pStyle w:val="Zkladntext"/>
      </w:pPr>
    </w:p>
    <w:p w:rsidR="00AF4B0B" w:rsidRPr="0069310B" w:rsidRDefault="00AF4B0B" w:rsidP="0006035A">
      <w:pPr>
        <w:pStyle w:val="Nadpis2"/>
      </w:pPr>
      <w:r w:rsidRPr="0069310B">
        <w:t>Rozsah díla</w:t>
      </w:r>
    </w:p>
    <w:p w:rsidR="00AF4B0B" w:rsidRDefault="00AF4B0B" w:rsidP="0006035A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:rsidR="00AF4B0B" w:rsidRDefault="00AF4B0B" w:rsidP="0006035A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:rsidR="00AF4B0B" w:rsidRDefault="00AF4B0B" w:rsidP="0006035A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:rsidR="00B0405E" w:rsidRDefault="00B0405E" w:rsidP="0006035A">
      <w:pPr>
        <w:pStyle w:val="Nadpis7"/>
      </w:pPr>
    </w:p>
    <w:p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:rsidR="0069310B" w:rsidRDefault="0069310B" w:rsidP="0006035A">
      <w:pPr>
        <w:pStyle w:val="Zkladntextodsazen2-odrky"/>
      </w:pPr>
      <w:r>
        <w:t xml:space="preserve">Zajištění </w:t>
      </w:r>
      <w:r w:rsidR="00795D78" w:rsidRPr="0006035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:rsidR="0069310B" w:rsidRDefault="0069310B" w:rsidP="0006035A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9310B" w:rsidRDefault="0069310B" w:rsidP="0006035A">
      <w:pPr>
        <w:pStyle w:val="Zkladntextodsazen2-odrky"/>
      </w:pPr>
      <w:r>
        <w:t>Zařízení a odstranění zařízení staveniště.</w:t>
      </w:r>
    </w:p>
    <w:p w:rsidR="0069310B" w:rsidRPr="004B7A40" w:rsidRDefault="0069310B" w:rsidP="0006035A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9310B" w:rsidRDefault="0069310B" w:rsidP="0006035A">
      <w:pPr>
        <w:pStyle w:val="Zkladntextodsazen2-odrky"/>
      </w:pPr>
      <w:r>
        <w:t>Veškeré práce a dodávky související s bezpečnostními opatřeními na ochranu lidí a majetku.</w:t>
      </w:r>
    </w:p>
    <w:p w:rsidR="0069310B" w:rsidRDefault="0069310B" w:rsidP="0006035A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69310B" w:rsidRDefault="0069310B" w:rsidP="0006035A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9310B" w:rsidRDefault="0069310B" w:rsidP="0006035A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9310B" w:rsidRDefault="0069310B" w:rsidP="0006035A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06035A">
        <w:rPr>
          <w:lang w:val="cs-CZ"/>
        </w:rPr>
        <w:br/>
      </w:r>
      <w:r>
        <w:t>a převzetí díla pořizovat fotodokumentaci postupu stavebních a zejména všech zakrývaných prací.</w:t>
      </w:r>
    </w:p>
    <w:p w:rsidR="0069310B" w:rsidRPr="00B717B6" w:rsidRDefault="0069310B" w:rsidP="0006035A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E96A24" w:rsidRPr="00E96A24" w:rsidRDefault="00E96A24" w:rsidP="0006035A">
      <w:pPr>
        <w:pStyle w:val="Zkladntextodsazen2-odrky"/>
      </w:pPr>
      <w:r w:rsidRPr="0006035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06035A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06035A">
        <w:rPr>
          <w:lang w:val="cs-CZ"/>
        </w:rPr>
        <w:t>objednateli.</w:t>
      </w:r>
    </w:p>
    <w:p w:rsidR="0069310B" w:rsidRDefault="0069310B" w:rsidP="0006035A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06035A">
        <w:rPr>
          <w:lang w:val="cs-CZ"/>
        </w:rPr>
        <w:br/>
      </w:r>
      <w:r>
        <w:t>o jejich využití (přednostně) či likvidaci dle zákona č. 185/2001 Sb.</w:t>
      </w:r>
    </w:p>
    <w:p w:rsidR="0069310B" w:rsidRDefault="0069310B" w:rsidP="0006035A">
      <w:pPr>
        <w:pStyle w:val="Zkladntextodsazen2-odrky"/>
      </w:pPr>
      <w:r>
        <w:t>Odstranění případných závad zjištěných při závěrečné kontrolní prohlídce stavby.</w:t>
      </w:r>
    </w:p>
    <w:p w:rsidR="0069310B" w:rsidRDefault="0069310B" w:rsidP="0006035A">
      <w:pPr>
        <w:pStyle w:val="Zkladntextodsazen2-odrky"/>
      </w:pPr>
      <w:r>
        <w:t>Uvedení všech povrchů dotčených stavbou do původního stavu.</w:t>
      </w:r>
    </w:p>
    <w:p w:rsidR="00940D17" w:rsidRDefault="00940D17" w:rsidP="0006035A">
      <w:pPr>
        <w:pStyle w:val="Nadpis2"/>
      </w:pPr>
      <w:r>
        <w:t>Dokumentace skutečného provedení stavby</w:t>
      </w:r>
    </w:p>
    <w:p w:rsidR="00940D17" w:rsidRDefault="00940D17" w:rsidP="0006035A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940D17" w:rsidRDefault="00940D17" w:rsidP="0006035A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:rsidR="00940D17" w:rsidRDefault="00940D17" w:rsidP="0006035A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:rsidR="00940D17" w:rsidRDefault="00940D17" w:rsidP="0006035A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:rsidR="00940D17" w:rsidRPr="00940D17" w:rsidRDefault="00940D17" w:rsidP="0006035A">
      <w:pPr>
        <w:pStyle w:val="Zkladntextodsazen2"/>
        <w:rPr>
          <w:lang w:val="cs-CZ"/>
        </w:rPr>
      </w:pPr>
      <w:r>
        <w:t>-</w:t>
      </w:r>
      <w:r>
        <w:tab/>
      </w:r>
      <w:r>
        <w:rPr>
          <w:lang w:val="cs-CZ"/>
        </w:rPr>
        <w:tab/>
      </w:r>
      <w:r>
        <w:t>dokumentace skutečného provedení bude provedena i v digitální podobě</w:t>
      </w:r>
      <w:r>
        <w:rPr>
          <w:lang w:val="cs-CZ"/>
        </w:rPr>
        <w:t>.</w:t>
      </w:r>
    </w:p>
    <w:p w:rsidR="00BF52BE" w:rsidRPr="0069310B" w:rsidRDefault="00BF52BE" w:rsidP="0006035A">
      <w:pPr>
        <w:pStyle w:val="Nadpis2"/>
      </w:pPr>
      <w:r w:rsidRPr="0069310B">
        <w:lastRenderedPageBreak/>
        <w:t>Podmínky provádění stavby</w:t>
      </w:r>
    </w:p>
    <w:p w:rsidR="00DB0B2B" w:rsidRPr="00EE43AD" w:rsidRDefault="00DB0B2B" w:rsidP="0006035A">
      <w:pPr>
        <w:pStyle w:val="Zkladntextodsazen2-odrky"/>
      </w:pPr>
      <w:r w:rsidRPr="00120F55">
        <w:t>V průběhu a po ukončení každodenních prací bude prováděn úklid odpadu nebo materiálu v okolí objektu, který vznikl při realizaci stavby.</w:t>
      </w:r>
    </w:p>
    <w:p w:rsidR="00EE43AD" w:rsidRPr="00120F55" w:rsidRDefault="00EE43AD" w:rsidP="0006035A">
      <w:pPr>
        <w:pStyle w:val="Zkladntextodsazen2-odrky"/>
      </w:pPr>
      <w:r>
        <w:t>Práce provádět nepřetržitě</w:t>
      </w:r>
      <w:r w:rsidR="00CC310F">
        <w:t xml:space="preserve"> bez přerušení – více jak 1 den</w:t>
      </w:r>
      <w:r w:rsidR="00CC310F">
        <w:rPr>
          <w:lang w:val="cs-CZ"/>
        </w:rPr>
        <w:t>, netýká se nevhodných klimatických podmínek.</w:t>
      </w:r>
    </w:p>
    <w:p w:rsidR="0069310B" w:rsidRPr="00120F55" w:rsidRDefault="0069310B" w:rsidP="0006035A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:rsidR="00AF4B0B" w:rsidRPr="0069310B" w:rsidRDefault="00AF4B0B" w:rsidP="0006035A">
      <w:pPr>
        <w:pStyle w:val="Nadpis2"/>
      </w:pPr>
      <w:r w:rsidRPr="0069310B">
        <w:t>Právo objednatele na změnu předmětu smlouvy</w:t>
      </w:r>
      <w:r w:rsidR="00141236">
        <w:t xml:space="preserve"> </w:t>
      </w:r>
    </w:p>
    <w:p w:rsidR="00742458" w:rsidRPr="00742458" w:rsidRDefault="00AF4B0B" w:rsidP="0006035A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086EE1" w:rsidRPr="001B63AB">
        <w:t xml:space="preserve"> (méněpráce)</w:t>
      </w:r>
      <w:r w:rsidR="00CB68A6" w:rsidRPr="001B63AB">
        <w:t xml:space="preserve"> a požadovat nové práce nebo</w:t>
      </w:r>
      <w:r w:rsidR="003822FE">
        <w:t xml:space="preserve"> dodávky (vícepráce) v rozsahu </w:t>
      </w:r>
      <w:r w:rsidR="003822FE" w:rsidRPr="0006035A">
        <w:rPr>
          <w:lang w:val="cs-CZ"/>
        </w:rPr>
        <w:t>15</w:t>
      </w:r>
      <w:r w:rsidR="00CB68A6" w:rsidRPr="001B63AB">
        <w:t xml:space="preserve"> % 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086EE1" w:rsidRPr="00086EE1" w:rsidRDefault="00086EE1" w:rsidP="0006035A">
      <w:pPr>
        <w:pStyle w:val="Nadpis2"/>
      </w:pPr>
      <w:r w:rsidRPr="00086EE1">
        <w:t>Objednatel se zavazuje dílo od zhotovitele převzít a zaplatit mu sjednanou cenu.</w:t>
      </w:r>
    </w:p>
    <w:p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:rsidTr="0006035A">
        <w:trPr>
          <w:trHeight w:val="340"/>
        </w:trPr>
        <w:tc>
          <w:tcPr>
            <w:tcW w:w="4680" w:type="dxa"/>
            <w:vAlign w:val="center"/>
          </w:tcPr>
          <w:p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:rsidR="00E41B30" w:rsidRDefault="00E41B30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035A" w:rsidTr="0006035A">
        <w:trPr>
          <w:trHeight w:val="340"/>
        </w:trPr>
        <w:tc>
          <w:tcPr>
            <w:tcW w:w="4680" w:type="dxa"/>
            <w:vAlign w:val="center"/>
          </w:tcPr>
          <w:p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:rsidR="0006035A" w:rsidRPr="00CC310F" w:rsidRDefault="00A0127B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rPr>
                <w:highlight w:val="yellow"/>
              </w:rPr>
              <w:t>6 týdnů</w:t>
            </w:r>
            <w:r w:rsidR="0006035A" w:rsidRPr="00CC310F">
              <w:rPr>
                <w:highlight w:val="yellow"/>
              </w:rPr>
              <w:t xml:space="preserve"> od předání a převzetí staveniště</w:t>
            </w:r>
          </w:p>
        </w:tc>
      </w:tr>
      <w:tr w:rsidR="00AF4B0B" w:rsidTr="0006035A">
        <w:trPr>
          <w:trHeight w:val="340"/>
        </w:trPr>
        <w:tc>
          <w:tcPr>
            <w:tcW w:w="4680" w:type="dxa"/>
            <w:vAlign w:val="center"/>
          </w:tcPr>
          <w:p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:rsidR="006D4C4D" w:rsidRPr="00CC310F" w:rsidRDefault="007E40A8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 w:rsidRPr="00CC310F">
              <w:rPr>
                <w:highlight w:val="yellow"/>
              </w:rPr>
              <w:t xml:space="preserve">Nejpozději do </w:t>
            </w:r>
            <w:r w:rsidR="001B63AB" w:rsidRPr="00CC310F">
              <w:rPr>
                <w:highlight w:val="yellow"/>
              </w:rPr>
              <w:t>3</w:t>
            </w:r>
            <w:r w:rsidR="00A0127B">
              <w:rPr>
                <w:highlight w:val="yellow"/>
              </w:rPr>
              <w:t>1</w:t>
            </w:r>
            <w:r w:rsidR="001B63AB" w:rsidRPr="00CC310F">
              <w:rPr>
                <w:highlight w:val="yellow"/>
              </w:rPr>
              <w:t>.0</w:t>
            </w:r>
            <w:r w:rsidR="00A0127B">
              <w:rPr>
                <w:highlight w:val="yellow"/>
              </w:rPr>
              <w:t>8</w:t>
            </w:r>
            <w:r w:rsidR="001B63AB" w:rsidRPr="00CC310F">
              <w:rPr>
                <w:highlight w:val="yellow"/>
              </w:rPr>
              <w:t>.2018</w:t>
            </w:r>
          </w:p>
        </w:tc>
      </w:tr>
    </w:tbl>
    <w:p w:rsidR="00AF4B0B" w:rsidRDefault="00AF4B0B" w:rsidP="0006035A"/>
    <w:p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:rsidR="00C27EFF" w:rsidRDefault="00C27EFF" w:rsidP="0006035A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:rsidR="00C27EFF" w:rsidRDefault="00C27EFF" w:rsidP="0006035A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pravomocného stavebního povolení (ohlášení stavby), přerušení stavebních prací ze strany objednatele a okolností ve smyslu § 2006 a násl a § 2913 odst. 2 občanského zákoníku.</w:t>
      </w:r>
    </w:p>
    <w:p w:rsidR="00AF4B0B" w:rsidRDefault="00AF4B0B" w:rsidP="0006035A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:rsidR="00AF4B0B" w:rsidRDefault="00AF4B0B" w:rsidP="0006035A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:rsidR="00AF4B0B" w:rsidRDefault="00AF4B0B" w:rsidP="0006035A">
      <w:pPr>
        <w:pStyle w:val="Zkladntextodsazen2-odrky"/>
      </w:pPr>
      <w:r>
        <w:t>Zhotovitel je povinen předat předmět díla objednateli v termínu sjednaném ve smlouvě.</w:t>
      </w:r>
    </w:p>
    <w:p w:rsidR="00177B29" w:rsidRPr="0069310B" w:rsidRDefault="00177B29" w:rsidP="0006035A">
      <w:pPr>
        <w:pStyle w:val="Nadpis2"/>
      </w:pPr>
      <w:r w:rsidRPr="0069310B">
        <w:t>Místo plnění předmětu smlouvy:</w:t>
      </w:r>
    </w:p>
    <w:p w:rsidR="00177B29" w:rsidRPr="00177B29" w:rsidRDefault="00A4693C" w:rsidP="0006035A">
      <w:pPr>
        <w:pStyle w:val="Zkladntextodsazen2-odrky"/>
      </w:pPr>
      <w:r>
        <w:t xml:space="preserve">Mariánské nám. č. p. </w:t>
      </w:r>
      <w:r w:rsidR="007B2541" w:rsidRPr="0006035A">
        <w:rPr>
          <w:lang w:val="cs-CZ"/>
        </w:rPr>
        <w:t>2187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:rsidR="00AF4B0B" w:rsidRDefault="00AF4B0B" w:rsidP="0006035A">
      <w:pPr>
        <w:pStyle w:val="Nadpis1"/>
      </w:pPr>
      <w:r>
        <w:t>Cena díla a podmínky pro změnu sjednané ceny</w:t>
      </w:r>
    </w:p>
    <w:p w:rsidR="00AF4B0B" w:rsidRPr="0069310B" w:rsidRDefault="00AF4B0B" w:rsidP="0006035A">
      <w:pPr>
        <w:pStyle w:val="Nadpis2"/>
      </w:pPr>
      <w:r w:rsidRPr="0069310B">
        <w:t>Cena díla</w:t>
      </w:r>
    </w:p>
    <w:p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4131EC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442F99" w:rsidRPr="00442F99" w:rsidRDefault="00442F99" w:rsidP="0006035A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:rsidR="002E5A12" w:rsidRDefault="002E5A12" w:rsidP="0006035A">
      <w:pPr>
        <w:pStyle w:val="Zkladntext"/>
      </w:pPr>
    </w:p>
    <w:p w:rsidR="002E5A12" w:rsidRPr="002E5A12" w:rsidRDefault="002E5A12" w:rsidP="0006035A">
      <w:pPr>
        <w:pStyle w:val="Zkladntextodsazen2-odrky"/>
      </w:pPr>
      <w:r w:rsidRPr="002E5A12">
        <w:lastRenderedPageBreak/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2E5A12" w:rsidRPr="002E5A12" w:rsidRDefault="002E5A12" w:rsidP="0006035A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:rsidR="00AF4B0B" w:rsidRDefault="00AF4B0B" w:rsidP="0006035A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:rsidR="00AF4B0B" w:rsidRDefault="00AF4B0B" w:rsidP="0006035A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:rsidR="00AF4B0B" w:rsidRDefault="00AF4B0B" w:rsidP="0006035A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AF4B0B" w:rsidRPr="0069310B" w:rsidRDefault="00AF4B0B" w:rsidP="0006035A">
      <w:pPr>
        <w:pStyle w:val="Nadpis2"/>
      </w:pPr>
      <w:r w:rsidRPr="0069310B">
        <w:t>Podmínky pro změnu ceny</w:t>
      </w:r>
    </w:p>
    <w:p w:rsidR="00AF4B0B" w:rsidRDefault="00AF4B0B" w:rsidP="0006035A">
      <w:pPr>
        <w:pStyle w:val="Zkladntext"/>
      </w:pPr>
      <w:r>
        <w:t>Sjednaná cena může být změněna pouze za níže uvedených podmínek:</w:t>
      </w:r>
    </w:p>
    <w:p w:rsidR="00AF4B0B" w:rsidRDefault="00AF4B0B" w:rsidP="0006035A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:rsidR="00A4693C" w:rsidRPr="007A6528" w:rsidRDefault="00A4693C" w:rsidP="0006035A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791531">
        <w:t>.</w:t>
      </w:r>
    </w:p>
    <w:p w:rsidR="00AF4B0B" w:rsidRPr="0069310B" w:rsidRDefault="00AF4B0B" w:rsidP="0006035A">
      <w:pPr>
        <w:pStyle w:val="Nadpis2"/>
      </w:pPr>
      <w:r w:rsidRPr="0069310B">
        <w:t>Způsob sjednání změny ceny</w:t>
      </w:r>
    </w:p>
    <w:p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D52963" w:rsidRDefault="00D52963" w:rsidP="0006035A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AF4B0B" w:rsidRDefault="00AF4B0B" w:rsidP="0006035A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:rsidR="00AF4B0B" w:rsidRDefault="00D52963" w:rsidP="0006035A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>
        <w:rPr>
          <w:lang w:val="cs-CZ"/>
        </w:rPr>
        <w:t>URS</w:t>
      </w:r>
      <w:r w:rsidR="00640257">
        <w:t xml:space="preserve"> příp. </w:t>
      </w:r>
      <w:r w:rsidR="0006035A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06035A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>
        <w:rPr>
          <w:lang w:val="cs-CZ"/>
        </w:rPr>
        <w:t>3</w:t>
      </w:r>
      <w:r w:rsidR="00791531" w:rsidRPr="0006035A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06035A">
        <w:rPr>
          <w:lang w:val="cs-CZ"/>
        </w:rPr>
        <w:br/>
      </w:r>
      <w:r w:rsidR="0006035A">
        <w:t xml:space="preserve">a zkoušky </w:t>
      </w:r>
      <w:r w:rsidR="0006035A">
        <w:rPr>
          <w:lang w:val="cs-CZ"/>
        </w:rPr>
        <w:t>35</w:t>
      </w:r>
      <w:r w:rsidR="00AF4B0B">
        <w:t>0 Kč/hod.</w:t>
      </w:r>
    </w:p>
    <w:p w:rsidR="00D52963" w:rsidRDefault="00A837B8" w:rsidP="0006035A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:rsidR="00AF4B0B" w:rsidRPr="007A6528" w:rsidRDefault="00AF4B0B" w:rsidP="0006035A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:rsidR="00265D07" w:rsidRPr="007A6528" w:rsidRDefault="00265D07" w:rsidP="0006035A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:rsidR="00AF4B0B" w:rsidRDefault="00AF4B0B" w:rsidP="0006035A">
      <w:pPr>
        <w:pStyle w:val="Nadpis1"/>
      </w:pPr>
      <w:r>
        <w:lastRenderedPageBreak/>
        <w:t>Platební podmínky</w:t>
      </w:r>
    </w:p>
    <w:p w:rsidR="00A57EC9" w:rsidRDefault="00A57EC9" w:rsidP="0006035A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A57EC9" w:rsidRPr="004A26CF" w:rsidRDefault="00A57EC9" w:rsidP="0006035A">
      <w:pPr>
        <w:pStyle w:val="Zkladntextodsazen2-odrky"/>
      </w:pPr>
      <w:r w:rsidRPr="004A26CF">
        <w:t xml:space="preserve">Objednatel prohlašuje, že předmět smlouvy </w:t>
      </w:r>
      <w:r w:rsidR="007B2541" w:rsidRPr="0006035A">
        <w:rPr>
          <w:rStyle w:val="Siln"/>
          <w:lang w:val="cs-CZ"/>
        </w:rPr>
        <w:t>je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Pr="004A26CF">
        <w:t>bude pro zdanitelné plnění aplikován režim přenesené daňové povinnosti dle § 92a zákona o DPH.</w:t>
      </w:r>
    </w:p>
    <w:p w:rsidR="00521130" w:rsidRPr="0037341C" w:rsidRDefault="00521130" w:rsidP="0006035A">
      <w:pPr>
        <w:pStyle w:val="Zkladntextodsazen2-odrky"/>
      </w:pPr>
      <w:r w:rsidRPr="0037341C">
        <w:t>Cena za dílo bude hrazena průběžně (dílčí plnění) na základě dílčích daňových dokladů (faktur</w:t>
      </w:r>
      <w:r>
        <w:t xml:space="preserve">) vystavených zhotovitelem, které budou vystavovány </w:t>
      </w:r>
      <w:r>
        <w:rPr>
          <w:rStyle w:val="cena"/>
        </w:rPr>
        <w:t>měsíčně</w:t>
      </w:r>
      <w:r>
        <w:t xml:space="preserve"> dle skutečně provedených prací dodávek a služeb</w:t>
      </w:r>
      <w:r w:rsidRPr="0037341C">
        <w:t>. Úhrady zaplacené na základě těchto faktur jsou považovány za zálohy.</w:t>
      </w:r>
    </w:p>
    <w:p w:rsidR="00A57EC9" w:rsidRDefault="00A57EC9" w:rsidP="0006035A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Obsahem zjišťovacího protokolu </w:t>
      </w:r>
      <w:r w:rsidR="00CD27FA">
        <w:t>budou</w:t>
      </w:r>
      <w:r>
        <w:t xml:space="preserve"> částky</w:t>
      </w:r>
      <w:r w:rsidR="00CD27FA">
        <w:t xml:space="preserve"> –</w:t>
      </w:r>
      <w:r>
        <w:t xml:space="preserve"> fakturováno dosud, fakturováno za období a zbývá fakturovat.</w:t>
      </w:r>
    </w:p>
    <w:p w:rsidR="00610826" w:rsidRPr="006B7BF6" w:rsidRDefault="00AF4B0B" w:rsidP="0006035A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06035A">
        <w:rPr>
          <w:lang w:val="cs-CZ"/>
        </w:rPr>
        <w:t xml:space="preserve"> k opravení data splatnosti</w:t>
      </w:r>
      <w:r w:rsidR="00610826" w:rsidRPr="006B7BF6">
        <w:t>.</w:t>
      </w:r>
    </w:p>
    <w:p w:rsidR="00814B14" w:rsidRPr="007A6528" w:rsidRDefault="00814B14" w:rsidP="0006035A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:rsidR="00AF4B0B" w:rsidRDefault="00AF4B0B" w:rsidP="0006035A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>, je zhotovitel povinen vystavit samostatný daňový doklad</w:t>
      </w:r>
      <w:r w:rsidR="0006035A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:rsidR="00AF4B0B" w:rsidRDefault="00AF4B0B" w:rsidP="0006035A">
      <w:pPr>
        <w:pStyle w:val="Zkladntextodsazen2-odrky"/>
      </w:pPr>
      <w:r>
        <w:t>Jakákoli faktura zhotovitele musí obsahovat: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:rsidR="00AF4B0B" w:rsidRDefault="00AF4B0B" w:rsidP="0006035A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:rsidR="00AF4B0B" w:rsidRPr="001140CC" w:rsidRDefault="00AF4B0B" w:rsidP="0006035A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cena provedených prací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den vystavení a splatnosti faktury</w:t>
      </w:r>
    </w:p>
    <w:p w:rsidR="00E4395B" w:rsidRPr="0006035A" w:rsidRDefault="00E4395B" w:rsidP="0006035A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06035A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:rsidR="00095BBF" w:rsidRPr="003E1759" w:rsidRDefault="00095BBF" w:rsidP="0006035A">
      <w:pPr>
        <w:pStyle w:val="Zkladntextodsazen2-odrky"/>
      </w:pPr>
      <w:r w:rsidRPr="00945BA4">
        <w:t xml:space="preserve">Fakturu lze objednateli doručit taktéž v elektronické formě na adresu </w:t>
      </w:r>
      <w:hyperlink r:id="rId9" w:history="1">
        <w:r w:rsidR="009706B3" w:rsidRPr="0006035A">
          <w:rPr>
            <w:rStyle w:val="Hypertextovodkaz"/>
            <w:b/>
          </w:rPr>
          <w:t>podatelna@ub.cz</w:t>
        </w:r>
      </w:hyperlink>
      <w:r w:rsidR="009706B3" w:rsidRPr="0006035A">
        <w:rPr>
          <w:lang w:val="cs-CZ"/>
        </w:rPr>
        <w:t>.</w:t>
      </w:r>
    </w:p>
    <w:p w:rsidR="00E4395B" w:rsidRDefault="00E4395B" w:rsidP="0006035A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3A71" w:rsidRDefault="00223A71" w:rsidP="0006035A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AF4B0B" w:rsidRDefault="00AF4B0B" w:rsidP="0006035A">
      <w:pPr>
        <w:pStyle w:val="Nadpis1"/>
      </w:pPr>
      <w:r>
        <w:t>Majetkové sankce</w:t>
      </w:r>
    </w:p>
    <w:p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:rsidR="00AF4B0B" w:rsidRDefault="00AF4B0B" w:rsidP="0006035A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CC310F">
        <w:rPr>
          <w:b/>
          <w:lang w:val="cs-CZ"/>
        </w:rPr>
        <w:t>3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:rsidR="00AF4B0B" w:rsidRDefault="00AF4B0B" w:rsidP="0006035A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06035A">
        <w:rPr>
          <w:lang w:val="cs-CZ"/>
        </w:rPr>
        <w:br/>
      </w:r>
      <w:r>
        <w:t xml:space="preserve">o předání a převzetí díla, je povinen zaplatit objednateli smluvní pokutu </w:t>
      </w:r>
      <w:r w:rsidR="00CC310F" w:rsidRPr="00CC310F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:rsidR="00AF4B0B" w:rsidRDefault="00AF4B0B" w:rsidP="0006035A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06035A">
        <w:rPr>
          <w:lang w:val="cs-CZ"/>
        </w:rPr>
        <w:br/>
      </w:r>
      <w:r>
        <w:t xml:space="preserve">a každý den prodlení s odstraňováním. </w:t>
      </w:r>
    </w:p>
    <w:p w:rsidR="00AF4B0B" w:rsidRPr="004A26CF" w:rsidRDefault="00AF4B0B" w:rsidP="0006035A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>
        <w:rPr>
          <w:b/>
          <w:lang w:val="cs-CZ"/>
        </w:rPr>
        <w:t>1.2</w:t>
      </w:r>
      <w:r w:rsidR="001140CC" w:rsidRPr="0006035A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:rsidR="004A26CF" w:rsidRDefault="004A26CF" w:rsidP="0006035A">
      <w:pPr>
        <w:pStyle w:val="Zkladntextodsazen2-odrky"/>
      </w:pPr>
      <w:r>
        <w:lastRenderedPageBreak/>
        <w:t xml:space="preserve">Pokud zhotovitel nevyklidí staveniště ve sjednaném termínu, nejpozději však do 5 dnů od předání </w:t>
      </w:r>
      <w:r w:rsidRPr="0006035A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06035A">
        <w:rPr>
          <w:lang w:val="cs-CZ"/>
        </w:rPr>
        <w:br/>
      </w:r>
      <w:r>
        <w:t>s odstraněním.</w:t>
      </w:r>
    </w:p>
    <w:p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:rsidR="00AF4B0B" w:rsidRDefault="00AF4B0B" w:rsidP="0006035A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CC310F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:rsidR="00AF4B0B" w:rsidRDefault="00AF4B0B" w:rsidP="0006035A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CC310F">
        <w:rPr>
          <w:b/>
          <w:lang w:val="cs-CZ"/>
        </w:rPr>
        <w:t>1.</w:t>
      </w:r>
      <w:r w:rsidR="00AA7001" w:rsidRPr="0006035A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:rsidR="00AF4B0B" w:rsidRDefault="00AF4B0B" w:rsidP="0006035A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AF4B0B" w:rsidRDefault="00AF4B0B" w:rsidP="0006035A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E4395B" w:rsidRPr="001A70F2" w:rsidRDefault="00E4395B" w:rsidP="0006035A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D36C3B" w:rsidRPr="00CC310F" w:rsidRDefault="00D36C3B" w:rsidP="0006035A">
      <w:pPr>
        <w:pStyle w:val="Nadpis2"/>
      </w:pPr>
      <w:r w:rsidRPr="00CC310F">
        <w:t>Smluvní pokuta za porušení povinnosti v odst. 3.0</w:t>
      </w:r>
      <w:r w:rsidR="00C74988" w:rsidRPr="00CC310F">
        <w:t>4</w:t>
      </w:r>
      <w:r w:rsidRPr="00CC310F">
        <w:t xml:space="preserve"> této smlouvy</w:t>
      </w:r>
    </w:p>
    <w:p w:rsidR="00D36C3B" w:rsidRPr="00CC310F" w:rsidRDefault="00D36C3B" w:rsidP="0006035A">
      <w:pPr>
        <w:pStyle w:val="Zkladntextodsazen2-odrky"/>
      </w:pPr>
      <w:r w:rsidRPr="00CC310F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CC310F">
        <w:rPr>
          <w:b/>
          <w:lang w:val="cs-CZ"/>
        </w:rPr>
        <w:t>1.0</w:t>
      </w:r>
      <w:r w:rsidR="00CF4E02" w:rsidRPr="00CC310F">
        <w:rPr>
          <w:b/>
        </w:rPr>
        <w:t>00</w:t>
      </w:r>
      <w:r w:rsidRPr="00CC310F">
        <w:rPr>
          <w:b/>
        </w:rPr>
        <w:t xml:space="preserve"> Kč</w:t>
      </w:r>
      <w:r w:rsidRPr="00CC310F">
        <w:t xml:space="preserve"> za každý případ.</w:t>
      </w:r>
    </w:p>
    <w:p w:rsidR="00CF4E02" w:rsidRPr="00CC310F" w:rsidRDefault="00CF4E02" w:rsidP="0006035A">
      <w:pPr>
        <w:pStyle w:val="Nadpis2"/>
      </w:pPr>
      <w:r w:rsidRPr="00CC310F">
        <w:t>Smluvní pokuta za porušení povinnosti v čl. 14 této smlouvy</w:t>
      </w:r>
    </w:p>
    <w:p w:rsidR="00CF4E02" w:rsidRPr="00CC310F" w:rsidRDefault="00CF4E02" w:rsidP="0006035A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CC310F">
        <w:rPr>
          <w:b/>
          <w:lang w:val="cs-CZ"/>
        </w:rPr>
        <w:t>6</w:t>
      </w:r>
      <w:r w:rsidRPr="00CC310F">
        <w:rPr>
          <w:b/>
        </w:rPr>
        <w:t>00 Kč.</w:t>
      </w:r>
    </w:p>
    <w:p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:rsidR="00AF4B0B" w:rsidRDefault="00AF4B0B" w:rsidP="0006035A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:rsidR="00072391" w:rsidRDefault="00EB3D7A" w:rsidP="0006035A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:rsidR="00072391" w:rsidRDefault="00072391" w:rsidP="0006035A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223A71" w:rsidRDefault="00D34C40" w:rsidP="0006035A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06035A">
        <w:rPr>
          <w:lang w:val="cs-CZ"/>
        </w:rPr>
        <w:t>k hodnotě a</w:t>
      </w:r>
      <w:r>
        <w:t xml:space="preserve"> významu z</w:t>
      </w:r>
      <w:r w:rsidR="00DB36C8">
        <w:rPr>
          <w:lang w:val="cs-CZ"/>
        </w:rPr>
        <w:t>a</w:t>
      </w:r>
      <w:r>
        <w:t>jišťovaných povinností.</w:t>
      </w:r>
    </w:p>
    <w:p w:rsidR="00AF4B0B" w:rsidRDefault="00AF4B0B" w:rsidP="0006035A">
      <w:pPr>
        <w:pStyle w:val="Nadpis1"/>
      </w:pPr>
      <w:r>
        <w:t>Staveniště</w:t>
      </w:r>
    </w:p>
    <w:p w:rsidR="00AF4B0B" w:rsidRPr="0069310B" w:rsidRDefault="00AF4B0B" w:rsidP="0006035A">
      <w:pPr>
        <w:pStyle w:val="Nadpis2"/>
      </w:pPr>
      <w:r w:rsidRPr="0069310B">
        <w:t>Předání a převzetí staveniště</w:t>
      </w:r>
    </w:p>
    <w:p w:rsidR="00210118" w:rsidRPr="00210118" w:rsidRDefault="00AF4B0B" w:rsidP="0006035A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:rsidR="00AF4B0B" w:rsidRDefault="00AF4B0B" w:rsidP="0006035A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453502" w:rsidRDefault="00453502" w:rsidP="0006035A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453502" w:rsidRDefault="00453502" w:rsidP="0006035A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453502" w:rsidRDefault="00453502" w:rsidP="0006035A">
      <w:pPr>
        <w:pStyle w:val="Zkladntextodsazen2-odrky"/>
      </w:pPr>
      <w:r>
        <w:t>Zhotovitel si zajistí pro stavební účely na své náklady případný odběr vody a elektrické energie.</w:t>
      </w:r>
    </w:p>
    <w:p w:rsidR="00AF4B0B" w:rsidRPr="0069310B" w:rsidRDefault="00AF4B0B" w:rsidP="0006035A">
      <w:pPr>
        <w:pStyle w:val="Nadpis2"/>
      </w:pPr>
      <w:r w:rsidRPr="0069310B">
        <w:lastRenderedPageBreak/>
        <w:t xml:space="preserve">Vyklizení staveniště </w:t>
      </w:r>
    </w:p>
    <w:p w:rsidR="00AF4B0B" w:rsidRDefault="00AF4B0B" w:rsidP="0006035A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AF4B0B" w:rsidRDefault="00AF4B0B" w:rsidP="0006035A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AF4B0B" w:rsidRDefault="00AF4B0B" w:rsidP="0006035A">
      <w:pPr>
        <w:pStyle w:val="Nadpis1"/>
      </w:pPr>
      <w:r>
        <w:t>Stavební deník</w:t>
      </w:r>
    </w:p>
    <w:p w:rsidR="00CD27FA" w:rsidRDefault="00CD27FA" w:rsidP="0006035A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D27FA" w:rsidRDefault="00CD27FA" w:rsidP="0006035A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D27FA" w:rsidRDefault="00CD27FA" w:rsidP="0006035A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D27FA" w:rsidRDefault="00CD27FA" w:rsidP="0006035A">
      <w:pPr>
        <w:pStyle w:val="Zkladntextodsazen2-odrky"/>
      </w:pPr>
      <w:r>
        <w:t>Zapisuje zejména údaje o:</w:t>
      </w:r>
    </w:p>
    <w:p w:rsidR="00CD27FA" w:rsidRDefault="00CD27FA" w:rsidP="0006035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D27FA" w:rsidRDefault="00CD27FA" w:rsidP="0006035A">
      <w:pPr>
        <w:pStyle w:val="Zkladntextodsazen2"/>
      </w:pPr>
      <w:r>
        <w:t>-</w:t>
      </w:r>
      <w:r>
        <w:tab/>
        <w:t>časovém postupu prací</w:t>
      </w:r>
    </w:p>
    <w:p w:rsidR="00CD27FA" w:rsidRDefault="00CD27FA" w:rsidP="0006035A">
      <w:pPr>
        <w:pStyle w:val="Zkladntextodsazen2"/>
      </w:pPr>
      <w:r>
        <w:t>-</w:t>
      </w:r>
      <w:r>
        <w:tab/>
        <w:t>kontrole jakosti provedených prací</w:t>
      </w:r>
    </w:p>
    <w:p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CD27FA" w:rsidRDefault="00CD27FA" w:rsidP="0006035A">
      <w:pPr>
        <w:pStyle w:val="Zkladntextodsazen2"/>
      </w:pPr>
      <w:r>
        <w:t>-</w:t>
      </w:r>
      <w:r>
        <w:tab/>
        <w:t>událostech, majících vliv na provádění díla</w:t>
      </w:r>
    </w:p>
    <w:p w:rsidR="00CD27FA" w:rsidRDefault="00CD27FA" w:rsidP="0006035A">
      <w:pPr>
        <w:pStyle w:val="Zkladntextodsazen2-odrky"/>
      </w:pPr>
      <w:r>
        <w:t>Všechny listy deníku musí být očíslovány, ve stavebním deníku nesmí být vynechána volná místa.</w:t>
      </w:r>
    </w:p>
    <w:p w:rsidR="00CD27FA" w:rsidRDefault="00CD27FA" w:rsidP="0006035A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D27FA" w:rsidRDefault="00CD27FA" w:rsidP="0006035A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CD27FA" w:rsidRDefault="00CD27FA" w:rsidP="0006035A">
      <w:r>
        <w:t xml:space="preserve">Stavební deník vede zhotovitelem pověřená osoba – stavbyvedoucí </w:t>
      </w:r>
      <w:r w:rsidR="005763F3">
        <w:fldChar w:fldCharType="begin">
          <w:ffData>
            <w:name w:val="Text51"/>
            <w:enabled/>
            <w:calcOnExit w:val="0"/>
            <w:textInput/>
          </w:ffData>
        </w:fldChar>
      </w:r>
      <w:bookmarkStart w:id="24" w:name="Text51"/>
      <w:r w:rsidR="005763F3">
        <w:instrText xml:space="preserve"> FORMTEXT </w:instrText>
      </w:r>
      <w:r w:rsidR="005763F3">
        <w:fldChar w:fldCharType="separate"/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fldChar w:fldCharType="end"/>
      </w:r>
      <w:bookmarkEnd w:id="24"/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:rsidR="00AF4B0B" w:rsidRPr="0069310B" w:rsidRDefault="00AF4B0B" w:rsidP="0006035A">
      <w:pPr>
        <w:pStyle w:val="Nadpis4"/>
      </w:pPr>
      <w:r w:rsidRPr="0069310B">
        <w:t>Kontrolní dny</w:t>
      </w:r>
    </w:p>
    <w:p w:rsidR="00AF4B0B" w:rsidRPr="0006035A" w:rsidRDefault="00BE1CE9" w:rsidP="0006035A">
      <w:pPr>
        <w:pStyle w:val="Zkladntextodsazen2-odrky"/>
        <w:rPr>
          <w:b/>
        </w:rPr>
      </w:pPr>
      <w:r w:rsidRPr="0006035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06035A">
        <w:rPr>
          <w:rStyle w:val="Siln"/>
          <w:b w:val="0"/>
        </w:rPr>
        <w:t xml:space="preserve">Kontrolní dny budou probíhat </w:t>
      </w:r>
      <w:r w:rsidR="00AF4B0B" w:rsidRPr="0006035A">
        <w:rPr>
          <w:b/>
        </w:rPr>
        <w:t xml:space="preserve">minimálně 1x za </w:t>
      </w:r>
      <w:r w:rsidR="00A57EC9" w:rsidRPr="0006035A">
        <w:rPr>
          <w:b/>
        </w:rPr>
        <w:t>týden</w:t>
      </w:r>
      <w:r w:rsidRPr="0006035A">
        <w:rPr>
          <w:b/>
        </w:rPr>
        <w:t>.</w:t>
      </w:r>
    </w:p>
    <w:p w:rsidR="00AF4B0B" w:rsidRDefault="00AF4B0B" w:rsidP="0006035A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:rsidR="00AF4B0B" w:rsidRDefault="00AF4B0B" w:rsidP="0006035A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06035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:rsidR="00AF4B0B" w:rsidRDefault="00AF4B0B" w:rsidP="0006035A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06035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:rsidR="00AF4B0B" w:rsidRDefault="00AF4B0B" w:rsidP="0006035A">
      <w:pPr>
        <w:pStyle w:val="Nadpis1"/>
      </w:pPr>
      <w:r>
        <w:t xml:space="preserve">Provádění díla a bezpečnost práce </w:t>
      </w:r>
    </w:p>
    <w:p w:rsidR="00E3370F" w:rsidRPr="00E3370F" w:rsidRDefault="00E3370F" w:rsidP="0006035A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06035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:rsidR="00E3370F" w:rsidRDefault="00E3370F" w:rsidP="0006035A">
      <w:pPr>
        <w:pStyle w:val="Zkladntextodsazen2-odrky"/>
      </w:pPr>
      <w:r>
        <w:t xml:space="preserve">Zhotovitel se zavazuje provést dílo pod svým osobním vedením. </w:t>
      </w:r>
    </w:p>
    <w:p w:rsidR="00AF4B0B" w:rsidRDefault="00AF4B0B" w:rsidP="0006035A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:rsidR="009977EF" w:rsidRDefault="009977EF" w:rsidP="0006035A">
      <w:pPr>
        <w:pStyle w:val="Zkladntextodsazen2-odrky"/>
      </w:pPr>
      <w:r w:rsidRPr="006E408A">
        <w:lastRenderedPageBreak/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06035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:rsidR="00AF4B0B" w:rsidRDefault="00AF4B0B" w:rsidP="0006035A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:rsidR="00AF4B0B" w:rsidRDefault="00AF4B0B" w:rsidP="0006035A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06035A">
        <w:rPr>
          <w:lang w:val="cs-CZ"/>
        </w:rPr>
        <w:br/>
      </w:r>
      <w:r>
        <w:t>a doporučených metodik, vč. technologických předpisů výrobců a dodavatelů.</w:t>
      </w:r>
    </w:p>
    <w:p w:rsidR="00AF4B0B" w:rsidRDefault="00AF4B0B" w:rsidP="0006035A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:rsidR="00AF4B0B" w:rsidRDefault="00AF4B0B" w:rsidP="0006035A">
      <w:pPr>
        <w:pStyle w:val="Zkladntextodsazen2-odrky"/>
      </w:pPr>
      <w:r>
        <w:t>Zhotovitel odpovídá i za škodu způsobenou činností těch, kteří pro něj dílo provádějí.</w:t>
      </w:r>
    </w:p>
    <w:p w:rsidR="00AF4B0B" w:rsidRDefault="00AF4B0B" w:rsidP="0006035A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453502" w:rsidRPr="0081425B" w:rsidRDefault="00453502" w:rsidP="0006035A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:rsidR="00AF4B0B" w:rsidRDefault="00AF4B0B" w:rsidP="0006035A">
      <w:pPr>
        <w:pStyle w:val="Nadpis1"/>
      </w:pPr>
      <w:r>
        <w:t>Předání a převzetí díla</w:t>
      </w:r>
    </w:p>
    <w:p w:rsidR="00AF4B0B" w:rsidRPr="0069310B" w:rsidRDefault="00AF4B0B" w:rsidP="0006035A">
      <w:pPr>
        <w:pStyle w:val="Nadpis2"/>
      </w:pPr>
      <w:r w:rsidRPr="0069310B">
        <w:t>Organizace předání díla</w:t>
      </w:r>
    </w:p>
    <w:p w:rsidR="00AF4B0B" w:rsidRDefault="00AF4B0B" w:rsidP="0006035A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:rsidR="00AF4B0B" w:rsidRDefault="00AF4B0B" w:rsidP="0006035A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:rsidR="00AF4B0B" w:rsidRDefault="00AF4B0B" w:rsidP="0006035A">
      <w:pPr>
        <w:pStyle w:val="Zkladntextodsazen2-odrky"/>
      </w:pPr>
      <w:r>
        <w:t>O průběhu přejímacího řízení pořídí zhotovitel protokol o předání a převzetí díla.</w:t>
      </w:r>
    </w:p>
    <w:p w:rsidR="00AF4B0B" w:rsidRDefault="00AF4B0B" w:rsidP="0006035A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06035A">
        <w:rPr>
          <w:lang w:val="cs-CZ"/>
        </w:rPr>
        <w:br/>
      </w:r>
      <w:r>
        <w:t>a nedodělků vč. dohody o způsobu a termínech odstranění, popřípadě o jiném způsobu narovnání.</w:t>
      </w:r>
    </w:p>
    <w:p w:rsidR="00AF4B0B" w:rsidRDefault="00AF4B0B" w:rsidP="0006035A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AF4B0B" w:rsidRDefault="00AF4B0B" w:rsidP="0006035A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:rsidR="00AF4B0B" w:rsidRDefault="00AF4B0B" w:rsidP="0006035A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AF4B0B" w:rsidRDefault="00AF4B0B" w:rsidP="0006035A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:rsidR="00AF4B0B" w:rsidRDefault="00D36C3B" w:rsidP="0006035A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:rsidR="00AF4B0B" w:rsidRDefault="00AF4B0B" w:rsidP="0006035A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:rsidR="00847B6A" w:rsidRDefault="00847B6A" w:rsidP="0006035A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:rsidR="00AF4B0B" w:rsidRDefault="00AF4B0B" w:rsidP="0006035A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:rsidR="00EA3C8B" w:rsidRDefault="00EA3C8B" w:rsidP="0006035A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:rsidR="00C609E2" w:rsidRPr="00C609E2" w:rsidRDefault="00C609E2" w:rsidP="0006035A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:rsidR="00AF4B0B" w:rsidRPr="003C0E72" w:rsidRDefault="00C609E2" w:rsidP="0006035A">
      <w:pPr>
        <w:pStyle w:val="Nadpis1"/>
      </w:pPr>
      <w:r w:rsidRPr="003C0E72">
        <w:lastRenderedPageBreak/>
        <w:t xml:space="preserve"> </w:t>
      </w:r>
      <w:r w:rsidR="00AF4B0B" w:rsidRPr="003C0E72">
        <w:t>Záruka za jakost díla</w:t>
      </w:r>
    </w:p>
    <w:p w:rsidR="00AF4B0B" w:rsidRDefault="00AF4B0B" w:rsidP="0006035A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 xml:space="preserve">60 měsíců </w:t>
      </w:r>
      <w:r>
        <w:t xml:space="preserve">od písemného předání </w:t>
      </w:r>
      <w:r w:rsidR="00BA6BDF" w:rsidRPr="0006035A">
        <w:rPr>
          <w:lang w:val="cs-CZ"/>
        </w:rPr>
        <w:br/>
      </w:r>
      <w:r>
        <w:t>a převzetí díla objednateli. V případě odstoupení od smlouvy začíná záruční doba plynout okamžikem doručení oznámení o odstoupení od smlouvy</w:t>
      </w:r>
      <w:r w:rsidR="00043E63">
        <w:t>.</w:t>
      </w:r>
    </w:p>
    <w:p w:rsidR="00AF4B0B" w:rsidRDefault="00AF4B0B" w:rsidP="0006035A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06035A">
        <w:rPr>
          <w:lang w:val="cs-CZ"/>
        </w:rPr>
        <w:t xml:space="preserve"> </w:t>
      </w:r>
      <w:r w:rsidR="00791531" w:rsidRPr="0006035A">
        <w:rPr>
          <w:lang w:val="cs-CZ"/>
        </w:rPr>
        <w:t xml:space="preserve">Objednatel požaduje dodat veškeré </w:t>
      </w:r>
      <w:r w:rsidR="00C609E2" w:rsidRPr="0006035A">
        <w:rPr>
          <w:lang w:val="cs-CZ"/>
        </w:rPr>
        <w:t xml:space="preserve">materiály a </w:t>
      </w:r>
      <w:r w:rsidR="00791531" w:rsidRPr="0006035A">
        <w:rPr>
          <w:lang w:val="cs-CZ"/>
        </w:rPr>
        <w:t xml:space="preserve">zařízení s životností </w:t>
      </w:r>
      <w:r w:rsidR="00057A15" w:rsidRPr="0006035A">
        <w:rPr>
          <w:lang w:val="cs-CZ"/>
        </w:rPr>
        <w:t>minimálně po celou záruční dobu</w:t>
      </w:r>
      <w:r w:rsidR="00791531" w:rsidRPr="0006035A">
        <w:rPr>
          <w:lang w:val="cs-CZ"/>
        </w:rPr>
        <w:t>.</w:t>
      </w:r>
    </w:p>
    <w:p w:rsidR="00AF4B0B" w:rsidRDefault="00AF4B0B" w:rsidP="0006035A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:rsidR="00AF4B0B" w:rsidRDefault="00AF4B0B" w:rsidP="0006035A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:rsidR="00AF4B0B" w:rsidRDefault="00AF4B0B" w:rsidP="0006035A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AF4B0B" w:rsidRPr="0069310B" w:rsidRDefault="00AF4B0B" w:rsidP="0006035A">
      <w:pPr>
        <w:pStyle w:val="Nadpis2"/>
      </w:pPr>
      <w:r w:rsidRPr="0069310B">
        <w:t>Způsob reklamace vad</w:t>
      </w:r>
    </w:p>
    <w:p w:rsidR="00AF4B0B" w:rsidRDefault="00AF4B0B" w:rsidP="0006035A">
      <w:pPr>
        <w:pStyle w:val="Zkladntextodsazen2-odrky"/>
      </w:pPr>
      <w:r>
        <w:t>Objeví-li se v průběhu záruční doby vady, může objednatel:</w:t>
      </w:r>
    </w:p>
    <w:p w:rsidR="00901B7E" w:rsidRDefault="00AF4B0B" w:rsidP="0006035A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540A68" w:rsidRDefault="00901B7E" w:rsidP="0006035A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:rsidR="00AF4B0B" w:rsidRDefault="00540A68" w:rsidP="0006035A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:rsidR="00AF4B0B" w:rsidRDefault="00AF4B0B" w:rsidP="0006035A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:rsidR="00AF4B0B" w:rsidRDefault="00AF4B0B" w:rsidP="0006035A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:rsidR="00AF4B0B" w:rsidRDefault="00AF4B0B" w:rsidP="0006035A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540A68" w:rsidRDefault="00540A68" w:rsidP="0006035A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:rsidR="00AF4B0B" w:rsidRDefault="00AF4B0B" w:rsidP="0006035A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:rsidR="00AF4B0B" w:rsidRDefault="00AF4B0B" w:rsidP="0006035A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:rsidR="007930C3" w:rsidRPr="00EF01A4" w:rsidRDefault="007930C3" w:rsidP="0006035A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AF4B0B" w:rsidRDefault="00AF4B0B" w:rsidP="0006035A">
      <w:pPr>
        <w:pStyle w:val="Nadpis1"/>
      </w:pPr>
      <w:r>
        <w:t>Vlastnictví díla a nebezpečí škody na díle</w:t>
      </w:r>
    </w:p>
    <w:p w:rsidR="00AF4B0B" w:rsidRDefault="00AF4B0B" w:rsidP="0006035A">
      <w:pPr>
        <w:pStyle w:val="Zkladntextodsazen2-odrky"/>
      </w:pPr>
      <w:r>
        <w:t>Vlastníkem díla je od počátku objednatel.</w:t>
      </w:r>
    </w:p>
    <w:p w:rsidR="00AF4B0B" w:rsidRDefault="00AF4B0B" w:rsidP="0006035A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:rsidR="00AF4B0B" w:rsidRDefault="00AF4B0B" w:rsidP="0006035A">
      <w:pPr>
        <w:pStyle w:val="Nadpis1"/>
      </w:pPr>
      <w:r>
        <w:lastRenderedPageBreak/>
        <w:t>Pojištění díla</w:t>
      </w:r>
    </w:p>
    <w:p w:rsidR="00AF4B0B" w:rsidRDefault="00AF4B0B" w:rsidP="0006035A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06035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:rsidR="00AF4B0B" w:rsidRDefault="00AF4B0B" w:rsidP="0006035A">
      <w:pPr>
        <w:pStyle w:val="Zkladntextodsazen2-odrky"/>
      </w:pPr>
      <w:r>
        <w:t>Náklady na pojištění nese zhotovitel.</w:t>
      </w:r>
    </w:p>
    <w:p w:rsidR="00AF4B0B" w:rsidRDefault="00AF4B0B" w:rsidP="0006035A">
      <w:pPr>
        <w:pStyle w:val="Nadpis1"/>
      </w:pPr>
      <w:r>
        <w:t xml:space="preserve">Vyšší moc </w:t>
      </w:r>
    </w:p>
    <w:p w:rsidR="00AF4B0B" w:rsidRDefault="00AF4B0B" w:rsidP="0006035A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06035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:rsidR="00AF4B0B" w:rsidRDefault="00AF4B0B" w:rsidP="0006035A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06035A">
        <w:rPr>
          <w:lang w:val="cs-CZ"/>
        </w:rPr>
        <w:t> </w:t>
      </w:r>
      <w:r w:rsidR="007930C3">
        <w:t>odstoupení od smlouvy druhé smluvní straně.</w:t>
      </w:r>
    </w:p>
    <w:p w:rsidR="00F5116C" w:rsidRPr="00AA4873" w:rsidRDefault="00F5116C" w:rsidP="0006035A">
      <w:pPr>
        <w:pStyle w:val="Nadpis1"/>
      </w:pPr>
      <w:r w:rsidRPr="00AA4873">
        <w:t>Ukončení smlouvy</w:t>
      </w:r>
    </w:p>
    <w:p w:rsidR="00D9763A" w:rsidRPr="002966A0" w:rsidRDefault="00D9763A" w:rsidP="0006035A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:rsidR="00D9763A" w:rsidRDefault="00D9763A" w:rsidP="0006035A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:rsidR="00AF4B0B" w:rsidRDefault="00AF4B0B" w:rsidP="0006035A">
      <w:pPr>
        <w:pStyle w:val="Nadpis1"/>
      </w:pPr>
      <w:r>
        <w:t>Ostatní ujednání</w:t>
      </w:r>
    </w:p>
    <w:p w:rsidR="00AF4B0B" w:rsidRDefault="00AF4B0B" w:rsidP="0006035A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:rsidR="000432C5" w:rsidRDefault="00D9763A" w:rsidP="0006035A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06035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:rsidR="00AF4B0B" w:rsidRPr="00BA6BDF" w:rsidRDefault="00AF4B0B" w:rsidP="0006035A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t>www.ub.cz</w:t>
        </w:r>
      </w:hyperlink>
      <w:r>
        <w:t xml:space="preserve"> nebo </w:t>
      </w:r>
      <w:hyperlink r:id="rId11" w:tooltip="http://www.uherskybrod.cz/" w:history="1">
        <w:r>
          <w:t>www.uherskybrod.cz</w:t>
        </w:r>
      </w:hyperlink>
      <w:r>
        <w:t>). Souhlas se zveřejněním se týká i případných osobních údajů uvedených v této smlouvě, kdy je tento odstavec smluvními stranami brán jako souhlas se zpracováním osobních údajů ve smyslu zákona č. 101/2000</w:t>
      </w:r>
      <w:r w:rsidR="00057A15" w:rsidRPr="0006035A">
        <w:rPr>
          <w:lang w:val="cs-CZ"/>
        </w:rPr>
        <w:t xml:space="preserve"> </w:t>
      </w:r>
      <w:r>
        <w:t>Sb., o ochraně osobních údajů a</w:t>
      </w:r>
      <w:r w:rsidR="00120F55" w:rsidRPr="0006035A">
        <w:rPr>
          <w:lang w:val="cs-CZ"/>
        </w:rPr>
        <w:t> </w:t>
      </w:r>
      <w:r>
        <w:t>o</w:t>
      </w:r>
      <w:r w:rsidR="00A217E7">
        <w:t> </w:t>
      </w:r>
      <w:r>
        <w:t>změně některých zákonů, ve znění pozdějších předpisů, a tedy město Uherský Brod má mimo jiné právo uchovávat a zveřejňovat osobní údaje v této smlouvě obsažené.</w:t>
      </w:r>
    </w:p>
    <w:p w:rsidR="00BA6BDF" w:rsidRDefault="00BA6BDF" w:rsidP="0006035A">
      <w:pPr>
        <w:pStyle w:val="Zkladntextodsazen2-odrky"/>
      </w:pPr>
      <w:r>
        <w:t>Smluvní strany navzájem prohlašují, že smlouva neobsahuje žádné obchodní tajemství.</w:t>
      </w:r>
    </w:p>
    <w:p w:rsidR="00BA6BDF" w:rsidRDefault="00BA6BDF" w:rsidP="0006035A">
      <w:pPr>
        <w:pStyle w:val="Zkladntextodsazen2-odrky"/>
      </w:pPr>
      <w:r>
        <w:t xml:space="preserve">Tato smlouva bude zveřejněna objednatelem v registru smluv podle zákona č. 340/2015 Sb., </w:t>
      </w:r>
      <w:r w:rsidRPr="0006035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:rsidR="00BA6BDF" w:rsidRDefault="00BA6BDF" w:rsidP="0006035A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:rsidR="00A57EC9" w:rsidRPr="0006035A" w:rsidRDefault="00A57EC9" w:rsidP="0006035A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06035A">
        <w:rPr>
          <w:color w:val="1F497D"/>
        </w:rPr>
        <w:t xml:space="preserve"> </w:t>
      </w:r>
      <w:r>
        <w:lastRenderedPageBreak/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06035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06035A">
        <w:rPr>
          <w:color w:val="1F497D"/>
        </w:rPr>
        <w:t xml:space="preserve"> </w:t>
      </w:r>
      <w:r>
        <w:t xml:space="preserve">zbytečného odkladu poskytnout Objednateli veškerou </w:t>
      </w:r>
      <w:r w:rsidRPr="0006035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AF4B0B" w:rsidRDefault="00AF4B0B" w:rsidP="0006035A">
      <w:pPr>
        <w:pStyle w:val="Zkladntextodsazen2-odrky"/>
      </w:pPr>
      <w:r>
        <w:t>Přílohou a nedílnou součástí smlouvy jsou:</w:t>
      </w:r>
    </w:p>
    <w:p w:rsidR="00AF4B0B" w:rsidRDefault="00AF4B0B" w:rsidP="0006035A">
      <w:pPr>
        <w:pStyle w:val="Zkladntextodsazen2"/>
      </w:pPr>
      <w:r>
        <w:t>-</w:t>
      </w:r>
      <w:r>
        <w:tab/>
        <w:t>nabídkový položkový rozpočet</w:t>
      </w:r>
    </w:p>
    <w:p w:rsidR="00AF4B0B" w:rsidRPr="00BA6BDF" w:rsidRDefault="00AF4B0B" w:rsidP="0006035A">
      <w:pPr>
        <w:pStyle w:val="Zkladntextodsazen2-odrky"/>
      </w:pPr>
      <w:r>
        <w:t>Přílohy, které jsou součástí smlouvy a jsou uloženy v sídle obou smluvních stran</w:t>
      </w:r>
    </w:p>
    <w:p w:rsidR="00BA6BDF" w:rsidRPr="0006035A" w:rsidRDefault="00BA6BDF" w:rsidP="0006035A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06035A">
        <w:rPr>
          <w:lang w:val="cs-CZ"/>
        </w:rPr>
        <w:t>PD</w:t>
      </w:r>
    </w:p>
    <w:p w:rsidR="00AF4B0B" w:rsidRDefault="00AF4B0B" w:rsidP="0006035A">
      <w:pPr>
        <w:pStyle w:val="Zkladntextodsazen2-odrky"/>
      </w:pPr>
      <w:r>
        <w:t xml:space="preserve">Smlouva je vyhotovena v </w:t>
      </w:r>
      <w:bookmarkStart w:id="25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rovnocenných stejnopisech, z nichž zhotovitel obdrží </w:t>
      </w:r>
      <w:bookmarkStart w:id="26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6"/>
      <w:r>
        <w:t xml:space="preserve"> výtisky a objednatel </w:t>
      </w:r>
      <w:r w:rsidR="00DC4F88">
        <w:t>2</w:t>
      </w:r>
      <w:r>
        <w:t xml:space="preserve"> výtisky.</w:t>
      </w:r>
      <w:r w:rsidR="00DB36C8">
        <w:rPr>
          <w:lang w:val="cs-CZ"/>
        </w:rPr>
        <w:t xml:space="preserve"> Smlouva nabývá platnosti dnem jejího podpisu a účinnosti dnem jejího zveřejnění v registru smluv.</w:t>
      </w:r>
    </w:p>
    <w:p w:rsidR="00BE1CE9" w:rsidRDefault="00BE1CE9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>
        <w:trPr>
          <w:trHeight w:val="168"/>
        </w:trPr>
        <w:tc>
          <w:tcPr>
            <w:tcW w:w="9211" w:type="dxa"/>
          </w:tcPr>
          <w:p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>
        <w:tc>
          <w:tcPr>
            <w:tcW w:w="9211" w:type="dxa"/>
          </w:tcPr>
          <w:p w:rsidR="00AF4B0B" w:rsidRDefault="00AF4B0B" w:rsidP="00CC310F">
            <w:r>
              <w:t>Sc</w:t>
            </w:r>
            <w:smartTag w:uri="urn:schemas-microsoft-com:office:smarttags" w:element="PersonName">
              <w:r>
                <w:t>hv</w:t>
              </w:r>
            </w:smartTag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BA6BDF">
              <w:t>.201</w:t>
            </w:r>
            <w:r w:rsidR="00CC310F">
              <w:t>9</w:t>
            </w:r>
          </w:p>
        </w:tc>
      </w:tr>
      <w:tr w:rsidR="00AF4B0B">
        <w:trPr>
          <w:trHeight w:val="455"/>
        </w:trPr>
        <w:tc>
          <w:tcPr>
            <w:tcW w:w="9211" w:type="dxa"/>
          </w:tcPr>
          <w:p w:rsidR="00AF4B0B" w:rsidRDefault="00AF4B0B" w:rsidP="00CC310F"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BE1CE9">
              <w:t>/1</w:t>
            </w:r>
            <w:r w:rsidR="00CC310F">
              <w:t>9</w:t>
            </w:r>
          </w:p>
        </w:tc>
      </w:tr>
    </w:tbl>
    <w:p w:rsidR="00453502" w:rsidRDefault="00453502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7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  <w:t xml:space="preserve">Uherský Brod, dne </w:t>
      </w:r>
    </w:p>
    <w:p w:rsidR="00AF4B0B" w:rsidRDefault="00AF4B0B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AF4B0B" w:rsidRDefault="00AF4B0B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8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</w:r>
      <w:r w:rsidR="00574436">
        <w:t xml:space="preserve">Ing. </w:t>
      </w:r>
      <w:r w:rsidR="00CC310F">
        <w:t>Ferdinand Kubáník</w:t>
      </w:r>
    </w:p>
    <w:p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9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9"/>
      <w:r>
        <w:tab/>
        <w:t>starosta</w:t>
      </w:r>
    </w:p>
    <w:sectPr w:rsidR="008108D7" w:rsidSect="003811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93" w:rsidRDefault="00874E93" w:rsidP="0006035A">
      <w:r>
        <w:separator/>
      </w:r>
    </w:p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</w:endnote>
  <w:endnote w:type="continuationSeparator" w:id="0">
    <w:p w:rsidR="00874E93" w:rsidRDefault="00874E93" w:rsidP="0006035A">
      <w:r>
        <w:continuationSeparator/>
      </w:r>
    </w:p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FA" w:rsidRDefault="00CD27FA" w:rsidP="0006035A">
    <w:pPr>
      <w:pStyle w:val="Zpat"/>
    </w:pPr>
  </w:p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FA" w:rsidRDefault="00CD27FA" w:rsidP="0006035A">
    <w:pPr>
      <w:pStyle w:val="Zpat"/>
    </w:pPr>
  </w:p>
  <w:p w:rsidR="00CD27FA" w:rsidRPr="0053581C" w:rsidRDefault="00CD27FA" w:rsidP="0006035A">
    <w:pPr>
      <w:pStyle w:val="Zpat"/>
      <w:rPr>
        <w:rFonts w:cs="Arial"/>
      </w:rPr>
    </w:pPr>
    <w:r w:rsidRPr="0053581C">
      <w:t>NÁVRH SMLOUVY O DÍLO</w:t>
    </w:r>
  </w:p>
  <w:p w:rsidR="00CD27FA" w:rsidRPr="0053581C" w:rsidRDefault="00D22C69" w:rsidP="0006035A">
    <w:r>
      <w:t>DK</w:t>
    </w:r>
    <w:r w:rsidR="00C530C8">
      <w:t xml:space="preserve"> –</w:t>
    </w:r>
    <w:r>
      <w:t xml:space="preserve"> </w:t>
    </w:r>
    <w:r w:rsidR="007E40A8">
      <w:t xml:space="preserve">zateplení </w:t>
    </w:r>
    <w:r w:rsidR="001B63AB">
      <w:t>střechy</w:t>
    </w:r>
    <w:r w:rsidR="007E40A8">
      <w:t xml:space="preserve"> E1, E2, F</w:t>
    </w:r>
    <w:r w:rsidR="00CD27FA" w:rsidRPr="0053581C">
      <w:tab/>
    </w:r>
    <w:r w:rsidR="00CD27FA" w:rsidRPr="0053581C">
      <w:rPr>
        <w:bCs/>
      </w:rPr>
      <w:t>S</w:t>
    </w:r>
    <w:r w:rsidR="00CD27FA" w:rsidRPr="0053581C">
      <w:t xml:space="preserve">trana </w:t>
    </w:r>
    <w:r w:rsidR="00CD27FA" w:rsidRPr="0053581C">
      <w:fldChar w:fldCharType="begin"/>
    </w:r>
    <w:r w:rsidR="00CD27FA" w:rsidRPr="0053581C">
      <w:instrText xml:space="preserve"> PAGE </w:instrText>
    </w:r>
    <w:r w:rsidR="00CD27FA" w:rsidRPr="0053581C">
      <w:fldChar w:fldCharType="separate"/>
    </w:r>
    <w:r w:rsidR="004131EC">
      <w:rPr>
        <w:noProof/>
      </w:rPr>
      <w:t>12</w:t>
    </w:r>
    <w:r w:rsidR="00CD27FA" w:rsidRPr="0053581C">
      <w:fldChar w:fldCharType="end"/>
    </w:r>
    <w:r w:rsidR="00CD27FA" w:rsidRPr="0053581C">
      <w:t xml:space="preserve"> (celkem </w:t>
    </w:r>
    <w:fldSimple w:instr=" NUMPAGES ">
      <w:r w:rsidR="004131EC">
        <w:rPr>
          <w:noProof/>
        </w:rPr>
        <w:t>12</w:t>
      </w:r>
    </w:fldSimple>
    <w:r w:rsidR="00CD27FA" w:rsidRPr="0053581C">
      <w:t>)</w:t>
    </w:r>
  </w:p>
  <w:p w:rsidR="00CD27FA" w:rsidRDefault="00CD27FA" w:rsidP="0006035A"/>
  <w:p w:rsidR="00CD27FA" w:rsidRDefault="00CD27FA" w:rsidP="0006035A"/>
  <w:p w:rsidR="00CD27FA" w:rsidRDefault="00CD27FA" w:rsidP="0006035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FA" w:rsidRDefault="00CD27FA" w:rsidP="0006035A">
    <w:pPr>
      <w:pStyle w:val="Zpat"/>
    </w:pPr>
  </w:p>
  <w:p w:rsidR="00CD27FA" w:rsidRDefault="00CD27FA" w:rsidP="0006035A">
    <w:pPr>
      <w:pStyle w:val="Zpat"/>
    </w:pPr>
  </w:p>
  <w:p w:rsidR="00CD27FA" w:rsidRDefault="00CD27FA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93" w:rsidRDefault="00874E93" w:rsidP="0006035A">
      <w:r>
        <w:separator/>
      </w:r>
    </w:p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</w:footnote>
  <w:footnote w:type="continuationSeparator" w:id="0">
    <w:p w:rsidR="00874E93" w:rsidRDefault="00874E93" w:rsidP="0006035A">
      <w:r>
        <w:continuationSeparator/>
      </w:r>
    </w:p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1A1" w:rsidRDefault="003811A1">
    <w:pPr>
      <w:pStyle w:val="Zhlav"/>
    </w:pPr>
  </w:p>
  <w:p w:rsidR="003811A1" w:rsidRDefault="003811A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6B3" w:rsidRPr="005C179D" w:rsidRDefault="00FB2747" w:rsidP="0006035A">
    <w:r>
      <w:rPr>
        <w:noProof/>
      </w:rPr>
      <w:drawing>
        <wp:inline distT="0" distB="0" distL="0" distR="0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06B3" w:rsidRPr="005C179D" w:rsidRDefault="009706B3" w:rsidP="0006035A"/>
  <w:p w:rsidR="009706B3" w:rsidRDefault="009706B3" w:rsidP="0006035A"/>
  <w:p w:rsidR="00CD27FA" w:rsidRDefault="00CD27FA" w:rsidP="0006035A"/>
  <w:p w:rsidR="00CD27FA" w:rsidRDefault="00CD27FA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V+79gRsEoGJzCIaAMI5f20jiIXk=" w:salt="G8Vewz2D/+emkZ5Oep+cjA=="/>
  <w:defaultTabStop w:val="709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F94"/>
    <w:rsid w:val="00011216"/>
    <w:rsid w:val="00013FE9"/>
    <w:rsid w:val="000326D9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E11BC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6040F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31EC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B1D"/>
    <w:rsid w:val="004B73F6"/>
    <w:rsid w:val="004B7A40"/>
    <w:rsid w:val="004C16A6"/>
    <w:rsid w:val="004C52C5"/>
    <w:rsid w:val="004C65D7"/>
    <w:rsid w:val="004D6E18"/>
    <w:rsid w:val="004E27BB"/>
    <w:rsid w:val="004E6022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62573"/>
    <w:rsid w:val="00574436"/>
    <w:rsid w:val="005763F3"/>
    <w:rsid w:val="00580FA8"/>
    <w:rsid w:val="00585B54"/>
    <w:rsid w:val="005962A0"/>
    <w:rsid w:val="005A1BEA"/>
    <w:rsid w:val="005A3211"/>
    <w:rsid w:val="005B2649"/>
    <w:rsid w:val="005B69F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FE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C0EA7"/>
    <w:rsid w:val="008C24E9"/>
    <w:rsid w:val="008D2EC8"/>
    <w:rsid w:val="008D57B9"/>
    <w:rsid w:val="008D6780"/>
    <w:rsid w:val="008E6999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37B8"/>
    <w:rsid w:val="00A92B28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97439"/>
    <w:rsid w:val="00CA14E8"/>
    <w:rsid w:val="00CA734B"/>
    <w:rsid w:val="00CB68A6"/>
    <w:rsid w:val="00CC310F"/>
    <w:rsid w:val="00CD27FA"/>
    <w:rsid w:val="00CD781F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62B9"/>
    <w:rsid w:val="00F445CA"/>
    <w:rsid w:val="00F500BB"/>
    <w:rsid w:val="00F5116C"/>
    <w:rsid w:val="00F54B07"/>
    <w:rsid w:val="00F5644B"/>
    <w:rsid w:val="00F56C64"/>
    <w:rsid w:val="00F8487A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datelna@ub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EB2BE-5B27-4E9E-BF9C-90D0FE114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0</TotalTime>
  <Pages>12</Pages>
  <Words>5685</Words>
  <Characters>33545</Characters>
  <Application>Microsoft Office Word</Application>
  <DocSecurity>4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39152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</cp:lastModifiedBy>
  <cp:revision>2</cp:revision>
  <cp:lastPrinted>2019-04-26T07:30:00Z</cp:lastPrinted>
  <dcterms:created xsi:type="dcterms:W3CDTF">2019-04-26T07:30:00Z</dcterms:created>
  <dcterms:modified xsi:type="dcterms:W3CDTF">2019-04-26T07:30:00Z</dcterms:modified>
</cp:coreProperties>
</file>